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2EC908" w14:textId="77777777" w:rsidR="00010094" w:rsidRPr="00C56427" w:rsidRDefault="00B631E5">
      <w:pPr>
        <w:pStyle w:val="Body"/>
        <w:jc w:val="center"/>
        <w:rPr>
          <w:rFonts w:eastAsia="Arial Bold"/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Compte-Rendu</w:t>
      </w:r>
      <w:r w:rsidR="00495FA9" w:rsidRPr="00C56427">
        <w:rPr>
          <w:b/>
          <w:bCs/>
          <w:sz w:val="28"/>
          <w:szCs w:val="28"/>
          <w:lang w:val="fr-FR"/>
        </w:rPr>
        <w:t xml:space="preserve"> conseil de classe</w:t>
      </w:r>
    </w:p>
    <w:p w14:paraId="06E329BA" w14:textId="77777777" w:rsidR="00B44352" w:rsidRDefault="00B44352" w:rsidP="00B44352">
      <w:pPr>
        <w:pStyle w:val="Body"/>
        <w:jc w:val="center"/>
        <w:rPr>
          <w:lang w:val="fr-FR"/>
        </w:rPr>
      </w:pPr>
      <w:r>
        <w:rPr>
          <w:lang w:val="fr-FR"/>
        </w:rPr>
        <w:t>_ _ _ _ _ _ _ _ _ _ _ _ _ _ _ _ _ _ _ _ _ _ _ _ _ _ _ _ _ _ _ _ _ _ _ _ _ _ _ _ _ _</w:t>
      </w:r>
    </w:p>
    <w:p w14:paraId="53C474C0" w14:textId="77777777" w:rsidR="00897561" w:rsidRPr="00C56427" w:rsidRDefault="00897561" w:rsidP="00897561">
      <w:pPr>
        <w:pStyle w:val="Body"/>
        <w:rPr>
          <w:rFonts w:eastAsia="Arial"/>
          <w:lang w:val="fr-FR"/>
        </w:rPr>
      </w:pPr>
      <w:r w:rsidRPr="00C56427">
        <w:rPr>
          <w:lang w:val="fr-FR"/>
        </w:rPr>
        <w:t xml:space="preserve">Conseil de classe </w:t>
      </w:r>
      <w:sdt>
        <w:sdtPr>
          <w:rPr>
            <w:b/>
            <w:bCs/>
            <w:color w:val="1F4F69" w:themeColor="accent1" w:themeShade="80"/>
            <w:lang w:val="fr-FR"/>
          </w:rPr>
          <w:id w:val="-1503507027"/>
          <w:placeholder>
            <w:docPart w:val="DBCCEA8510004BE1BFE138FC7934CE4C"/>
          </w:placeholder>
          <w:comboBox>
            <w:listItem w:value="Choose an item."/>
            <w:listItem w:displayText="1er" w:value="1er"/>
            <w:listItem w:displayText="2ème" w:value="2ème"/>
            <w:listItem w:displayText="3ème" w:value="3ème"/>
          </w:comboBox>
        </w:sdtPr>
        <w:sdtEndPr/>
        <w:sdtContent>
          <w:r>
            <w:rPr>
              <w:b/>
              <w:bCs/>
              <w:color w:val="1F4F69" w:themeColor="accent1" w:themeShade="80"/>
              <w:lang w:val="fr-FR"/>
            </w:rPr>
            <w:t>1er</w:t>
          </w:r>
        </w:sdtContent>
      </w:sdt>
      <w:r w:rsidRPr="00C56427">
        <w:rPr>
          <w:lang w:val="fr-FR"/>
        </w:rPr>
        <w:t xml:space="preserve"> </w:t>
      </w:r>
      <w:sdt>
        <w:sdtPr>
          <w:rPr>
            <w:rStyle w:val="Style6"/>
            <w:lang w:val="fr-FR"/>
          </w:rPr>
          <w:id w:val="1683547517"/>
          <w:placeholder>
            <w:docPart w:val="DBCCEA8510004BE1BFE138FC7934CE4C"/>
          </w:placeholder>
          <w:comboBox>
            <w:listItem w:value="Choose an item."/>
            <w:listItem w:displayText="trimestre" w:value="trimestre"/>
            <w:listItem w:displayText="semestre" w:value="semestre"/>
          </w:comboBox>
        </w:sdtPr>
        <w:sdtEndPr>
          <w:rPr>
            <w:rStyle w:val="Style6"/>
          </w:rPr>
        </w:sdtEndPr>
        <w:sdtContent>
          <w:r w:rsidRPr="001F6F31">
            <w:rPr>
              <w:rStyle w:val="Style6"/>
              <w:lang w:val="fr-FR"/>
            </w:rPr>
            <w:t>semestre</w:t>
          </w:r>
        </w:sdtContent>
      </w:sdt>
      <w:r w:rsidRPr="00C56427">
        <w:rPr>
          <w:lang w:val="fr-FR"/>
        </w:rPr>
        <w:t xml:space="preserve"> </w:t>
      </w:r>
      <w:sdt>
        <w:sdtPr>
          <w:rPr>
            <w:lang w:val="fr-FR"/>
          </w:rPr>
          <w:id w:val="967242485"/>
          <w:placeholder>
            <w:docPart w:val="DBCCEA8510004BE1BFE138FC7934CE4C"/>
          </w:placeholder>
          <w:comboBox>
            <w:listItem w:value="Choose an item."/>
            <w:listItem w:displayText="2020-2021" w:value="2020-2021"/>
            <w:listItem w:displayText="2021-2022" w:value="2021-2022"/>
            <w:listItem w:displayText="2022-2023" w:value="2022-2023"/>
            <w:listItem w:displayText="2023-2024" w:value="2023-2024"/>
            <w:listItem w:displayText="2024-2025" w:value="2024-2025"/>
          </w:comboBox>
        </w:sdtPr>
        <w:sdtEndPr/>
        <w:sdtContent>
          <w:r w:rsidRPr="00F96CEC">
            <w:rPr>
              <w:b/>
              <w:bCs/>
              <w:color w:val="1F4F69" w:themeColor="accent1" w:themeShade="80"/>
              <w:lang w:val="fr-FR"/>
            </w:rPr>
            <w:t>2020-2021</w:t>
          </w:r>
        </w:sdtContent>
      </w:sdt>
      <w:r w:rsidRPr="00C56427">
        <w:rPr>
          <w:lang w:val="fr-FR"/>
        </w:rPr>
        <w:t xml:space="preserve"> </w:t>
      </w:r>
      <w:r>
        <w:rPr>
          <w:lang w:val="fr-FR"/>
        </w:rPr>
        <w:tab/>
      </w:r>
      <w:r w:rsidRPr="00C56427">
        <w:rPr>
          <w:lang w:val="fr-FR"/>
        </w:rPr>
        <w:t xml:space="preserve">Classe : </w:t>
      </w:r>
      <w:sdt>
        <w:sdtPr>
          <w:rPr>
            <w:b/>
            <w:bCs/>
            <w:color w:val="1F4F69" w:themeColor="accent1" w:themeShade="80"/>
            <w:lang w:val="fr-FR"/>
          </w:rPr>
          <w:id w:val="1916972866"/>
          <w:placeholder>
            <w:docPart w:val="5126211F82C94EF0944C3879CD83BDE5"/>
          </w:placeholder>
          <w:comboBox>
            <w:listItem w:value="Choose an item."/>
            <w:listItem w:displayText="6ème" w:value="6ème"/>
            <w:listItem w:displayText="5ème" w:value="5ème"/>
            <w:listItem w:displayText="4ème" w:value="4ème"/>
            <w:listItem w:displayText="3ème" w:value="3ème"/>
            <w:listItem w:displayText="2nde" w:value="2nde"/>
            <w:listItem w:displayText="1ère" w:value="1ère"/>
            <w:listItem w:displayText="Terminale" w:value="Terminale"/>
          </w:comboBox>
        </w:sdtPr>
        <w:sdtEndPr/>
        <w:sdtContent>
          <w:r>
            <w:rPr>
              <w:b/>
              <w:bCs/>
              <w:color w:val="1F4F69" w:themeColor="accent1" w:themeShade="80"/>
              <w:lang w:val="fr-FR"/>
            </w:rPr>
            <w:t>4ème</w:t>
          </w:r>
        </w:sdtContent>
      </w:sdt>
      <w:r>
        <w:rPr>
          <w:b/>
          <w:bCs/>
          <w:color w:val="1F4F69" w:themeColor="accent1" w:themeShade="80"/>
          <w:lang w:val="fr-FR"/>
        </w:rPr>
        <w:t xml:space="preserve"> </w:t>
      </w:r>
      <w:sdt>
        <w:sdtPr>
          <w:rPr>
            <w:rStyle w:val="Style3"/>
          </w:rPr>
          <w:alias w:val="classe"/>
          <w:tag w:val="classe"/>
          <w:id w:val="-1311640474"/>
          <w:placeholder>
            <w:docPart w:val="CB17A21B58424A74AAA57DE88DC35D8D"/>
          </w:placeholder>
          <w:showingPlcHdr/>
        </w:sdtPr>
        <w:sdtEndPr>
          <w:rPr>
            <w:rStyle w:val="Style2"/>
            <w:b w:val="0"/>
            <w:bCs/>
            <w:caps w:val="0"/>
            <w:color w:val="auto"/>
          </w:rPr>
        </w:sdtEndPr>
        <w:sdtContent>
          <w:r w:rsidRPr="00B551B7">
            <w:rPr>
              <w:rStyle w:val="Style2"/>
              <w:b w:val="0"/>
              <w:bCs/>
              <w:color w:val="auto"/>
              <w:lang w:val="fr-FR"/>
            </w:rPr>
            <w:t xml:space="preserve">Entrez </w:t>
          </w:r>
          <w:r>
            <w:rPr>
              <w:rStyle w:val="Style2"/>
              <w:b w:val="0"/>
              <w:bCs/>
              <w:color w:val="auto"/>
              <w:lang w:val="fr-FR"/>
            </w:rPr>
            <w:t>classe</w:t>
          </w:r>
        </w:sdtContent>
      </w:sdt>
    </w:p>
    <w:p w14:paraId="32BFBBB9" w14:textId="77777777" w:rsidR="00B631E5" w:rsidRPr="00B631E5" w:rsidRDefault="00E43419">
      <w:pPr>
        <w:pStyle w:val="Body"/>
        <w:rPr>
          <w:b/>
          <w:bCs/>
          <w:color w:val="1F4F69" w:themeColor="accent1" w:themeShade="80"/>
          <w:lang w:val="fr-FR"/>
        </w:rPr>
      </w:pPr>
      <w:sdt>
        <w:sdtPr>
          <w:rPr>
            <w:b/>
            <w:bCs/>
            <w:color w:val="1F4F69" w:themeColor="accent1" w:themeShade="80"/>
            <w:lang w:val="fr-FR"/>
          </w:rPr>
          <w:id w:val="869333146"/>
          <w:placeholder>
            <w:docPart w:val="A03314A41188435381EF05C688D5E8A9"/>
          </w:placeholder>
          <w:date>
            <w:dateFormat w:val="dddd d MMMM yyyy"/>
            <w:lid w:val="fr-FR"/>
            <w:storeMappedDataAs w:val="dateTime"/>
            <w:calendar w:val="gregorian"/>
          </w:date>
        </w:sdtPr>
        <w:sdtEndPr/>
        <w:sdtContent>
          <w:r w:rsidR="00AA6B2E">
            <w:rPr>
              <w:b/>
              <w:bCs/>
              <w:color w:val="1F4F69" w:themeColor="accent1" w:themeShade="80"/>
              <w:lang w:val="fr-FR"/>
            </w:rPr>
            <w:t>mercredi 14 octobre 2020</w:t>
          </w:r>
        </w:sdtContent>
      </w:sdt>
      <w:r w:rsidR="00B631E5">
        <w:rPr>
          <w:b/>
          <w:bCs/>
          <w:color w:val="1F4F69" w:themeColor="accent1" w:themeShade="80"/>
          <w:lang w:val="fr-FR"/>
        </w:rPr>
        <w:t xml:space="preserve">   // </w:t>
      </w:r>
      <w:sdt>
        <w:sdtPr>
          <w:rPr>
            <w:rStyle w:val="Style3"/>
            <w:color w:val="404040" w:themeColor="text2"/>
          </w:rPr>
          <w:alias w:val="heure"/>
          <w:tag w:val="heure"/>
          <w:id w:val="669457279"/>
          <w:placeholder>
            <w:docPart w:val="7A842FE857C74F1CB46FF961A15B2B76"/>
          </w:placeholder>
          <w:showingPlcHdr/>
        </w:sdtPr>
        <w:sdtEndPr>
          <w:rPr>
            <w:rStyle w:val="Style2"/>
            <w:bCs/>
            <w:caps w:val="0"/>
          </w:rPr>
        </w:sdtEndPr>
        <w:sdtContent>
          <w:r w:rsidR="00897561" w:rsidRPr="00897561">
            <w:rPr>
              <w:rStyle w:val="Style5"/>
              <w:color w:val="404040" w:themeColor="text2"/>
              <w:lang w:val="fr-FR"/>
            </w:rPr>
            <w:t>Heure début</w:t>
          </w:r>
        </w:sdtContent>
      </w:sdt>
      <w:r w:rsidR="00897561" w:rsidRPr="00897561">
        <w:rPr>
          <w:b/>
          <w:bCs/>
          <w:color w:val="404040" w:themeColor="text2"/>
          <w:lang w:val="fr-FR"/>
        </w:rPr>
        <w:t xml:space="preserve"> – </w:t>
      </w:r>
      <w:sdt>
        <w:sdtPr>
          <w:rPr>
            <w:rStyle w:val="Style3"/>
            <w:color w:val="404040" w:themeColor="text2"/>
          </w:rPr>
          <w:alias w:val="heure"/>
          <w:tag w:val="heure"/>
          <w:id w:val="803969477"/>
          <w:placeholder>
            <w:docPart w:val="52A9F22308C94247AC08CF0D78D518B3"/>
          </w:placeholder>
          <w:showingPlcHdr/>
        </w:sdtPr>
        <w:sdtEndPr>
          <w:rPr>
            <w:rStyle w:val="Style2"/>
            <w:bCs/>
            <w:caps w:val="0"/>
          </w:rPr>
        </w:sdtEndPr>
        <w:sdtContent>
          <w:r w:rsidR="00897561" w:rsidRPr="00897561">
            <w:rPr>
              <w:rStyle w:val="Style2"/>
              <w:b w:val="0"/>
              <w:bCs/>
              <w:color w:val="404040" w:themeColor="text2"/>
              <w:lang w:val="fr-FR"/>
            </w:rPr>
            <w:t>Heure fin</w:t>
          </w:r>
        </w:sdtContent>
      </w:sdt>
    </w:p>
    <w:p w14:paraId="0091771C" w14:textId="77777777" w:rsidR="0001786B" w:rsidRDefault="0001786B" w:rsidP="0001786B">
      <w:pPr>
        <w:pStyle w:val="Body"/>
        <w:jc w:val="center"/>
        <w:rPr>
          <w:lang w:val="fr-FR"/>
        </w:rPr>
      </w:pPr>
      <w:r>
        <w:rPr>
          <w:lang w:val="fr-FR"/>
        </w:rPr>
        <w:t>_ _ _ _ _ _ _ _ _ _ _ _ _ _ _ _ _ _ _ _ _ _ _ _ _ _ _ _ _ _ _ _ _ _ _ _ _ _ _ _ _ _</w:t>
      </w:r>
    </w:p>
    <w:p w14:paraId="67932AE9" w14:textId="77777777" w:rsidR="00B631E5" w:rsidRPr="00B631E5" w:rsidRDefault="00B631E5" w:rsidP="00B631E5">
      <w:pPr>
        <w:pStyle w:val="Body"/>
        <w:jc w:val="both"/>
        <w:rPr>
          <w:b/>
          <w:bCs/>
          <w:lang w:val="fr-FR"/>
        </w:rPr>
      </w:pPr>
      <w:r w:rsidRPr="00B631E5">
        <w:rPr>
          <w:b/>
          <w:bCs/>
          <w:lang w:val="fr-FR"/>
        </w:rPr>
        <w:t>PARTICIPANTS</w:t>
      </w:r>
    </w:p>
    <w:p w14:paraId="13E22043" w14:textId="77777777" w:rsidR="00B631E5" w:rsidRDefault="00B631E5" w:rsidP="00B631E5">
      <w:pPr>
        <w:pStyle w:val="Body"/>
        <w:jc w:val="both"/>
        <w:rPr>
          <w:lang w:val="fr-FR"/>
        </w:rPr>
      </w:pPr>
      <w:r w:rsidRPr="00B631E5">
        <w:rPr>
          <w:lang w:val="fr-FR"/>
        </w:rPr>
        <w:t xml:space="preserve">Le conseil de classe est présidé par </w:t>
      </w:r>
      <w:r w:rsidRPr="00B44352">
        <w:rPr>
          <w:b/>
          <w:bCs/>
          <w:color w:val="1F4F69" w:themeColor="accent1" w:themeShade="80"/>
          <w:lang w:val="fr-FR"/>
        </w:rPr>
        <w:t>XXX</w:t>
      </w:r>
      <w:r w:rsidR="00B44352">
        <w:rPr>
          <w:lang w:val="fr-FR"/>
        </w:rPr>
        <w:t xml:space="preserve">, proviseur adjoint, et par </w:t>
      </w:r>
      <w:r w:rsidR="00B44352" w:rsidRPr="00B44352">
        <w:rPr>
          <w:b/>
          <w:bCs/>
          <w:color w:val="1F4F69" w:themeColor="accent1" w:themeShade="80"/>
          <w:lang w:val="fr-FR"/>
        </w:rPr>
        <w:t>YYY</w:t>
      </w:r>
      <w:r w:rsidR="00B44352">
        <w:rPr>
          <w:lang w:val="fr-FR"/>
        </w:rPr>
        <w:t xml:space="preserve">, professeur principal. </w:t>
      </w:r>
    </w:p>
    <w:p w14:paraId="64FC73B1" w14:textId="77777777" w:rsidR="00B44352" w:rsidRDefault="00B44352" w:rsidP="00B631E5">
      <w:pPr>
        <w:pStyle w:val="Body"/>
        <w:jc w:val="both"/>
        <w:rPr>
          <w:lang w:val="fr-FR"/>
        </w:rPr>
      </w:pPr>
    </w:p>
    <w:p w14:paraId="43EF46D6" w14:textId="77777777" w:rsidR="00B631E5" w:rsidRPr="00B44352" w:rsidRDefault="00B44352" w:rsidP="00B44352">
      <w:pPr>
        <w:pStyle w:val="Body"/>
        <w:rPr>
          <w:u w:val="single"/>
          <w:lang w:val="fr-FR"/>
        </w:rPr>
      </w:pPr>
      <w:r w:rsidRPr="00B44352">
        <w:rPr>
          <w:u w:val="single"/>
          <w:lang w:val="fr-FR"/>
        </w:rPr>
        <w:t>PROFESSEURS</w:t>
      </w:r>
    </w:p>
    <w:tbl>
      <w:tblPr>
        <w:tblW w:w="10890" w:type="dxa"/>
        <w:tblInd w:w="70" w:type="dxa"/>
        <w:tblBorders>
          <w:top w:val="single" w:sz="4" w:space="0" w:color="BFBFBF" w:themeColor="background2"/>
          <w:left w:val="single" w:sz="4" w:space="0" w:color="BFBFBF" w:themeColor="background2"/>
          <w:bottom w:val="single" w:sz="4" w:space="0" w:color="BFBFBF" w:themeColor="background2"/>
          <w:right w:val="single" w:sz="4" w:space="0" w:color="BFBFBF" w:themeColor="background2"/>
          <w:insideH w:val="single" w:sz="4" w:space="0" w:color="BFBFBF" w:themeColor="background2"/>
          <w:insideV w:val="single" w:sz="4" w:space="0" w:color="BFBFBF" w:themeColor="background2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0"/>
        <w:gridCol w:w="900"/>
        <w:gridCol w:w="6210"/>
      </w:tblGrid>
      <w:tr w:rsidR="00B631E5" w:rsidRPr="00B44352" w14:paraId="19969C2D" w14:textId="77777777" w:rsidTr="00EC41E8">
        <w:trPr>
          <w:trHeight w:val="315"/>
        </w:trPr>
        <w:tc>
          <w:tcPr>
            <w:tcW w:w="3780" w:type="dxa"/>
            <w:shd w:val="clear" w:color="000000" w:fill="FFFFFF"/>
            <w:noWrap/>
            <w:vAlign w:val="bottom"/>
            <w:hideMark/>
          </w:tcPr>
          <w:p w14:paraId="4D7D4B0B" w14:textId="77777777" w:rsidR="00B631E5" w:rsidRPr="00B44352" w:rsidRDefault="00B631E5" w:rsidP="004A0E5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fr-FR"/>
              </w:rPr>
            </w:pPr>
            <w:r w:rsidRPr="00B44352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fr-FR"/>
              </w:rPr>
              <w:t>Matière</w:t>
            </w:r>
          </w:p>
        </w:tc>
        <w:tc>
          <w:tcPr>
            <w:tcW w:w="900" w:type="dxa"/>
            <w:shd w:val="clear" w:color="000000" w:fill="FFFFFF"/>
            <w:noWrap/>
            <w:vAlign w:val="bottom"/>
            <w:hideMark/>
          </w:tcPr>
          <w:p w14:paraId="5AB4D3E3" w14:textId="77777777" w:rsidR="00B631E5" w:rsidRPr="00B44352" w:rsidRDefault="00B631E5" w:rsidP="004A0E5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6210" w:type="dxa"/>
            <w:shd w:val="clear" w:color="000000" w:fill="FFFFFF"/>
            <w:noWrap/>
            <w:vAlign w:val="bottom"/>
            <w:hideMark/>
          </w:tcPr>
          <w:p w14:paraId="6631A512" w14:textId="77777777" w:rsidR="00B631E5" w:rsidRPr="00B44352" w:rsidRDefault="00B631E5" w:rsidP="004A0E5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fr-FR"/>
              </w:rPr>
            </w:pPr>
            <w:r w:rsidRPr="00B44352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fr-FR"/>
              </w:rPr>
              <w:t>Nom</w:t>
            </w:r>
          </w:p>
        </w:tc>
      </w:tr>
      <w:tr w:rsidR="00B44352" w:rsidRPr="00B44352" w14:paraId="297C768D" w14:textId="77777777" w:rsidTr="00EC41E8">
        <w:trPr>
          <w:trHeight w:val="315"/>
        </w:trPr>
        <w:tc>
          <w:tcPr>
            <w:tcW w:w="3780" w:type="dxa"/>
            <w:shd w:val="clear" w:color="000000" w:fill="FFFFFF"/>
            <w:noWrap/>
            <w:vAlign w:val="center"/>
          </w:tcPr>
          <w:p w14:paraId="41F22EC2" w14:textId="77777777" w:rsidR="00B44352" w:rsidRPr="00B44352" w:rsidRDefault="00B44352" w:rsidP="004A0E58">
            <w:pPr>
              <w:rPr>
                <w:rFonts w:ascii="Calibri" w:hAnsi="Calibri"/>
                <w:sz w:val="22"/>
                <w:szCs w:val="22"/>
                <w:lang w:val="fr-FR"/>
              </w:rPr>
            </w:pPr>
            <w:r w:rsidRPr="00B44352">
              <w:rPr>
                <w:rFonts w:ascii="Calibri" w:hAnsi="Calibri"/>
                <w:sz w:val="22"/>
                <w:szCs w:val="22"/>
                <w:lang w:val="fr-FR"/>
              </w:rPr>
              <w:t>Allemand Section</w:t>
            </w:r>
          </w:p>
        </w:tc>
        <w:tc>
          <w:tcPr>
            <w:tcW w:w="900" w:type="dxa"/>
            <w:shd w:val="clear" w:color="000000" w:fill="FFFFFF"/>
            <w:noWrap/>
            <w:vAlign w:val="center"/>
          </w:tcPr>
          <w:p w14:paraId="02F89C1A" w14:textId="77777777" w:rsidR="00B44352" w:rsidRPr="00B44352" w:rsidRDefault="00B44352" w:rsidP="004A0E58">
            <w:pPr>
              <w:rPr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Fonts w:ascii="Calibri" w:hAnsi="Calibri"/>
                <w:sz w:val="22"/>
                <w:szCs w:val="22"/>
                <w:lang w:val="fr-FR"/>
              </w:rPr>
              <w:t>M</w:t>
            </w:r>
          </w:p>
        </w:tc>
        <w:tc>
          <w:tcPr>
            <w:tcW w:w="6210" w:type="dxa"/>
            <w:shd w:val="clear" w:color="000000" w:fill="FFFFFF"/>
            <w:noWrap/>
            <w:vAlign w:val="center"/>
          </w:tcPr>
          <w:p w14:paraId="168939D6" w14:textId="77777777" w:rsidR="00B44352" w:rsidRPr="00B44352" w:rsidRDefault="00EC41E8" w:rsidP="004A0E58">
            <w:pPr>
              <w:rPr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Fonts w:ascii="Calibri" w:hAnsi="Calibri"/>
                <w:sz w:val="22"/>
                <w:szCs w:val="22"/>
                <w:lang w:val="fr-FR"/>
              </w:rPr>
              <w:t>X</w:t>
            </w:r>
            <w:r>
              <w:rPr>
                <w:rFonts w:ascii="Calibri" w:hAnsi="Calibri"/>
                <w:szCs w:val="22"/>
                <w:lang w:val="fr-FR"/>
              </w:rPr>
              <w:t>xx</w:t>
            </w:r>
          </w:p>
        </w:tc>
      </w:tr>
      <w:tr w:rsidR="00B44352" w:rsidRPr="00B44352" w14:paraId="66DB93BC" w14:textId="77777777" w:rsidTr="00EC41E8">
        <w:trPr>
          <w:trHeight w:val="315"/>
        </w:trPr>
        <w:tc>
          <w:tcPr>
            <w:tcW w:w="3780" w:type="dxa"/>
            <w:shd w:val="clear" w:color="000000" w:fill="FFFFFF"/>
            <w:noWrap/>
            <w:vAlign w:val="center"/>
          </w:tcPr>
          <w:p w14:paraId="26DCC55B" w14:textId="77777777" w:rsidR="00B44352" w:rsidRPr="00B44352" w:rsidRDefault="00B44352" w:rsidP="00E84DC5">
            <w:pPr>
              <w:rPr>
                <w:rFonts w:ascii="Calibri" w:hAnsi="Calibri"/>
                <w:sz w:val="22"/>
                <w:szCs w:val="22"/>
                <w:lang w:val="fr-FR"/>
              </w:rPr>
            </w:pPr>
            <w:r w:rsidRPr="00B44352">
              <w:rPr>
                <w:rFonts w:ascii="Calibri" w:hAnsi="Calibri"/>
                <w:sz w:val="22"/>
                <w:szCs w:val="22"/>
                <w:lang w:val="fr-FR"/>
              </w:rPr>
              <w:t xml:space="preserve">Anglais Section </w:t>
            </w:r>
          </w:p>
        </w:tc>
        <w:tc>
          <w:tcPr>
            <w:tcW w:w="900" w:type="dxa"/>
            <w:shd w:val="clear" w:color="000000" w:fill="FFFFFF"/>
            <w:noWrap/>
            <w:vAlign w:val="center"/>
          </w:tcPr>
          <w:p w14:paraId="7E8C0E7E" w14:textId="77777777" w:rsidR="00B44352" w:rsidRPr="00B44352" w:rsidRDefault="00B44352" w:rsidP="00E84DC5">
            <w:pPr>
              <w:rPr>
                <w:rFonts w:ascii="Calibri" w:hAnsi="Calibri"/>
                <w:sz w:val="22"/>
                <w:szCs w:val="22"/>
                <w:lang w:val="fr-FR"/>
              </w:rPr>
            </w:pPr>
            <w:r w:rsidRPr="00B44352">
              <w:rPr>
                <w:rFonts w:ascii="Calibri" w:hAnsi="Calibri"/>
                <w:sz w:val="22"/>
                <w:szCs w:val="22"/>
                <w:lang w:val="fr-FR"/>
              </w:rPr>
              <w:t>Mme</w:t>
            </w:r>
          </w:p>
        </w:tc>
        <w:tc>
          <w:tcPr>
            <w:tcW w:w="6210" w:type="dxa"/>
            <w:shd w:val="clear" w:color="000000" w:fill="FFFFFF"/>
            <w:noWrap/>
            <w:vAlign w:val="center"/>
          </w:tcPr>
          <w:p w14:paraId="5E150131" w14:textId="77777777" w:rsidR="00B44352" w:rsidRPr="00B44352" w:rsidRDefault="00B44352" w:rsidP="00E84DC5">
            <w:pPr>
              <w:rPr>
                <w:rFonts w:ascii="Calibri" w:hAnsi="Calibri"/>
                <w:sz w:val="22"/>
                <w:szCs w:val="22"/>
                <w:lang w:val="fr-FR"/>
              </w:rPr>
            </w:pPr>
          </w:p>
        </w:tc>
      </w:tr>
      <w:tr w:rsidR="00B44352" w:rsidRPr="00B44352" w14:paraId="3930F3AE" w14:textId="77777777" w:rsidTr="00EC41E8">
        <w:trPr>
          <w:trHeight w:val="315"/>
        </w:trPr>
        <w:tc>
          <w:tcPr>
            <w:tcW w:w="3780" w:type="dxa"/>
            <w:shd w:val="clear" w:color="000000" w:fill="FFFFFF"/>
            <w:noWrap/>
            <w:vAlign w:val="center"/>
          </w:tcPr>
          <w:p w14:paraId="10BF7276" w14:textId="77777777" w:rsidR="00B44352" w:rsidRPr="00B44352" w:rsidRDefault="00B44352" w:rsidP="004A0E58">
            <w:pPr>
              <w:rPr>
                <w:rFonts w:ascii="Calibri" w:hAnsi="Calibri"/>
                <w:sz w:val="22"/>
                <w:szCs w:val="22"/>
                <w:lang w:val="fr-FR"/>
              </w:rPr>
            </w:pPr>
            <w:r w:rsidRPr="00B44352">
              <w:rPr>
                <w:rFonts w:ascii="Calibri" w:hAnsi="Calibri"/>
                <w:sz w:val="22"/>
                <w:szCs w:val="22"/>
                <w:lang w:val="fr-FR"/>
              </w:rPr>
              <w:t>Arts Plastiques</w:t>
            </w:r>
          </w:p>
        </w:tc>
        <w:tc>
          <w:tcPr>
            <w:tcW w:w="900" w:type="dxa"/>
            <w:shd w:val="clear" w:color="000000" w:fill="FFFFFF"/>
            <w:noWrap/>
            <w:vAlign w:val="center"/>
          </w:tcPr>
          <w:p w14:paraId="1B96C035" w14:textId="77777777" w:rsidR="00B44352" w:rsidRPr="00B44352" w:rsidRDefault="00B44352" w:rsidP="004A0E58">
            <w:pPr>
              <w:rPr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6210" w:type="dxa"/>
            <w:shd w:val="clear" w:color="000000" w:fill="FFFFFF"/>
            <w:noWrap/>
            <w:vAlign w:val="center"/>
          </w:tcPr>
          <w:p w14:paraId="01587298" w14:textId="77777777" w:rsidR="00B44352" w:rsidRPr="00B44352" w:rsidRDefault="00B44352" w:rsidP="004A0E58">
            <w:pPr>
              <w:rPr>
                <w:rFonts w:ascii="Calibri" w:hAnsi="Calibri"/>
                <w:sz w:val="22"/>
                <w:szCs w:val="22"/>
                <w:lang w:val="fr-FR"/>
              </w:rPr>
            </w:pPr>
          </w:p>
        </w:tc>
      </w:tr>
      <w:tr w:rsidR="00B44352" w:rsidRPr="00B44352" w14:paraId="32402D17" w14:textId="77777777" w:rsidTr="00EC41E8">
        <w:trPr>
          <w:trHeight w:val="315"/>
        </w:trPr>
        <w:tc>
          <w:tcPr>
            <w:tcW w:w="3780" w:type="dxa"/>
            <w:shd w:val="clear" w:color="000000" w:fill="FFFFFF"/>
            <w:noWrap/>
            <w:vAlign w:val="center"/>
          </w:tcPr>
          <w:p w14:paraId="26013879" w14:textId="77777777" w:rsidR="00B44352" w:rsidRPr="00B44352" w:rsidRDefault="00B44352" w:rsidP="006B2B61">
            <w:pPr>
              <w:rPr>
                <w:rFonts w:ascii="Calibri" w:hAnsi="Calibri"/>
                <w:sz w:val="22"/>
                <w:szCs w:val="22"/>
                <w:lang w:val="fr-FR"/>
              </w:rPr>
            </w:pPr>
            <w:r w:rsidRPr="00B44352">
              <w:rPr>
                <w:rFonts w:ascii="Calibri" w:hAnsi="Calibri"/>
                <w:sz w:val="22"/>
                <w:szCs w:val="22"/>
                <w:lang w:val="fr-FR"/>
              </w:rPr>
              <w:t>Education Musicale</w:t>
            </w:r>
          </w:p>
        </w:tc>
        <w:tc>
          <w:tcPr>
            <w:tcW w:w="900" w:type="dxa"/>
            <w:shd w:val="clear" w:color="000000" w:fill="FFFFFF"/>
            <w:noWrap/>
            <w:vAlign w:val="center"/>
          </w:tcPr>
          <w:p w14:paraId="17E04C3B" w14:textId="77777777" w:rsidR="00B44352" w:rsidRPr="00B44352" w:rsidRDefault="00B44352" w:rsidP="006B2B61">
            <w:pPr>
              <w:rPr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6210" w:type="dxa"/>
            <w:shd w:val="clear" w:color="000000" w:fill="FFFFFF"/>
            <w:noWrap/>
            <w:vAlign w:val="center"/>
          </w:tcPr>
          <w:p w14:paraId="12D937D9" w14:textId="77777777" w:rsidR="00B44352" w:rsidRPr="00B44352" w:rsidRDefault="00B44352" w:rsidP="006B2B61">
            <w:pPr>
              <w:rPr>
                <w:rFonts w:ascii="Calibri" w:hAnsi="Calibri"/>
                <w:sz w:val="22"/>
                <w:szCs w:val="22"/>
                <w:lang w:val="fr-FR"/>
              </w:rPr>
            </w:pPr>
          </w:p>
        </w:tc>
      </w:tr>
      <w:tr w:rsidR="00B44352" w:rsidRPr="00B44352" w14:paraId="4E9D2791" w14:textId="77777777" w:rsidTr="00EC41E8">
        <w:trPr>
          <w:trHeight w:val="315"/>
        </w:trPr>
        <w:tc>
          <w:tcPr>
            <w:tcW w:w="3780" w:type="dxa"/>
            <w:shd w:val="clear" w:color="000000" w:fill="FFFFFF"/>
            <w:noWrap/>
            <w:vAlign w:val="center"/>
          </w:tcPr>
          <w:p w14:paraId="630E9A1A" w14:textId="77777777" w:rsidR="00B44352" w:rsidRPr="00B44352" w:rsidRDefault="00B44352" w:rsidP="007729FF">
            <w:pPr>
              <w:rPr>
                <w:rFonts w:ascii="Calibri" w:hAnsi="Calibri"/>
                <w:sz w:val="22"/>
                <w:szCs w:val="22"/>
                <w:lang w:val="fr-FR"/>
              </w:rPr>
            </w:pPr>
            <w:r w:rsidRPr="00B44352">
              <w:rPr>
                <w:rFonts w:ascii="Calibri" w:hAnsi="Calibri"/>
                <w:sz w:val="22"/>
                <w:szCs w:val="22"/>
                <w:lang w:val="fr-FR"/>
              </w:rPr>
              <w:t>EPS</w:t>
            </w:r>
          </w:p>
        </w:tc>
        <w:tc>
          <w:tcPr>
            <w:tcW w:w="900" w:type="dxa"/>
            <w:shd w:val="clear" w:color="000000" w:fill="FFFFFF"/>
            <w:noWrap/>
            <w:vAlign w:val="center"/>
          </w:tcPr>
          <w:p w14:paraId="423AD3FA" w14:textId="77777777" w:rsidR="00B44352" w:rsidRPr="00B44352" w:rsidRDefault="00B44352" w:rsidP="007729FF">
            <w:pPr>
              <w:rPr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6210" w:type="dxa"/>
            <w:shd w:val="clear" w:color="000000" w:fill="FFFFFF"/>
            <w:noWrap/>
            <w:vAlign w:val="center"/>
          </w:tcPr>
          <w:p w14:paraId="65E2F350" w14:textId="77777777" w:rsidR="00B44352" w:rsidRPr="00B44352" w:rsidRDefault="00B44352" w:rsidP="007729FF">
            <w:pPr>
              <w:rPr>
                <w:rFonts w:ascii="Calibri" w:hAnsi="Calibri"/>
                <w:sz w:val="22"/>
                <w:szCs w:val="22"/>
                <w:lang w:val="fr-FR"/>
              </w:rPr>
            </w:pPr>
          </w:p>
        </w:tc>
      </w:tr>
      <w:tr w:rsidR="00B44352" w:rsidRPr="00B44352" w14:paraId="3513EFB5" w14:textId="77777777" w:rsidTr="00EC41E8">
        <w:trPr>
          <w:trHeight w:val="315"/>
        </w:trPr>
        <w:tc>
          <w:tcPr>
            <w:tcW w:w="3780" w:type="dxa"/>
            <w:shd w:val="clear" w:color="000000" w:fill="FFFFFF"/>
            <w:noWrap/>
            <w:vAlign w:val="center"/>
          </w:tcPr>
          <w:p w14:paraId="7E03C7E7" w14:textId="77777777" w:rsidR="00B44352" w:rsidRPr="00B44352" w:rsidRDefault="00B44352" w:rsidP="004F4B10">
            <w:pPr>
              <w:rPr>
                <w:rFonts w:ascii="Calibri" w:hAnsi="Calibri"/>
                <w:sz w:val="22"/>
                <w:szCs w:val="22"/>
                <w:lang w:val="fr-FR"/>
              </w:rPr>
            </w:pPr>
            <w:r w:rsidRPr="00B44352">
              <w:rPr>
                <w:rFonts w:ascii="Calibri" w:hAnsi="Calibri"/>
                <w:sz w:val="22"/>
                <w:szCs w:val="22"/>
                <w:lang w:val="fr-FR"/>
              </w:rPr>
              <w:t xml:space="preserve">Français </w:t>
            </w:r>
          </w:p>
        </w:tc>
        <w:tc>
          <w:tcPr>
            <w:tcW w:w="900" w:type="dxa"/>
            <w:shd w:val="clear" w:color="000000" w:fill="FFFFFF"/>
            <w:noWrap/>
            <w:vAlign w:val="center"/>
          </w:tcPr>
          <w:p w14:paraId="7218EE23" w14:textId="77777777" w:rsidR="00B44352" w:rsidRPr="00B44352" w:rsidRDefault="00B44352" w:rsidP="004F4B10">
            <w:pPr>
              <w:rPr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6210" w:type="dxa"/>
            <w:shd w:val="clear" w:color="000000" w:fill="FFFFFF"/>
            <w:noWrap/>
            <w:vAlign w:val="center"/>
          </w:tcPr>
          <w:p w14:paraId="4174B36B" w14:textId="77777777" w:rsidR="00B44352" w:rsidRPr="00B44352" w:rsidRDefault="00B44352" w:rsidP="004F4B10">
            <w:pPr>
              <w:rPr>
                <w:rFonts w:ascii="Calibri" w:hAnsi="Calibri"/>
                <w:sz w:val="22"/>
                <w:szCs w:val="22"/>
                <w:lang w:val="fr-FR"/>
              </w:rPr>
            </w:pPr>
          </w:p>
        </w:tc>
      </w:tr>
      <w:tr w:rsidR="00B44352" w:rsidRPr="00B44352" w14:paraId="2CA1A3CE" w14:textId="77777777" w:rsidTr="00EC41E8">
        <w:trPr>
          <w:trHeight w:val="315"/>
        </w:trPr>
        <w:tc>
          <w:tcPr>
            <w:tcW w:w="3780" w:type="dxa"/>
            <w:shd w:val="clear" w:color="000000" w:fill="FFFFFF"/>
            <w:noWrap/>
            <w:vAlign w:val="center"/>
            <w:hideMark/>
          </w:tcPr>
          <w:p w14:paraId="58DFB271" w14:textId="77777777" w:rsidR="00B44352" w:rsidRPr="00B44352" w:rsidRDefault="00B44352" w:rsidP="00B31DE8">
            <w:pPr>
              <w:rPr>
                <w:rFonts w:ascii="Calibri" w:hAnsi="Calibri"/>
                <w:sz w:val="22"/>
                <w:szCs w:val="22"/>
                <w:lang w:val="fr-FR"/>
              </w:rPr>
            </w:pPr>
            <w:r w:rsidRPr="00B44352">
              <w:rPr>
                <w:rFonts w:ascii="Calibri" w:hAnsi="Calibri"/>
                <w:sz w:val="22"/>
                <w:szCs w:val="22"/>
                <w:lang w:val="fr-FR"/>
              </w:rPr>
              <w:t xml:space="preserve">Histoire Géo – Education Civique </w:t>
            </w:r>
          </w:p>
        </w:tc>
        <w:tc>
          <w:tcPr>
            <w:tcW w:w="900" w:type="dxa"/>
            <w:shd w:val="clear" w:color="000000" w:fill="FFFFFF"/>
            <w:noWrap/>
            <w:vAlign w:val="center"/>
          </w:tcPr>
          <w:p w14:paraId="18CD8207" w14:textId="77777777" w:rsidR="00B44352" w:rsidRPr="00B44352" w:rsidRDefault="00B44352" w:rsidP="00B31DE8">
            <w:pPr>
              <w:rPr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6210" w:type="dxa"/>
            <w:shd w:val="clear" w:color="000000" w:fill="FFFFFF"/>
            <w:noWrap/>
            <w:vAlign w:val="center"/>
          </w:tcPr>
          <w:p w14:paraId="1F020C61" w14:textId="77777777" w:rsidR="00B44352" w:rsidRPr="00B44352" w:rsidRDefault="00B44352" w:rsidP="00B31DE8">
            <w:pPr>
              <w:rPr>
                <w:rFonts w:ascii="Calibri" w:hAnsi="Calibri"/>
                <w:sz w:val="22"/>
                <w:szCs w:val="22"/>
                <w:lang w:val="fr-FR"/>
              </w:rPr>
            </w:pPr>
          </w:p>
        </w:tc>
      </w:tr>
      <w:tr w:rsidR="00B44352" w:rsidRPr="00B44352" w14:paraId="04101FB7" w14:textId="77777777" w:rsidTr="00EC41E8">
        <w:trPr>
          <w:trHeight w:val="315"/>
        </w:trPr>
        <w:tc>
          <w:tcPr>
            <w:tcW w:w="3780" w:type="dxa"/>
            <w:shd w:val="clear" w:color="000000" w:fill="FFFFFF"/>
            <w:noWrap/>
            <w:vAlign w:val="center"/>
          </w:tcPr>
          <w:p w14:paraId="5015E303" w14:textId="77777777" w:rsidR="00B44352" w:rsidRPr="00B44352" w:rsidRDefault="00B44352" w:rsidP="004A0E58">
            <w:pPr>
              <w:rPr>
                <w:rFonts w:ascii="Calibri" w:hAnsi="Calibri"/>
                <w:sz w:val="22"/>
                <w:szCs w:val="22"/>
                <w:lang w:val="fr-FR"/>
              </w:rPr>
            </w:pPr>
            <w:r w:rsidRPr="00B44352">
              <w:rPr>
                <w:rFonts w:ascii="Calibri" w:hAnsi="Calibri"/>
                <w:sz w:val="22"/>
                <w:szCs w:val="22"/>
                <w:lang w:val="fr-FR"/>
              </w:rPr>
              <w:t>Maths Anglaises</w:t>
            </w:r>
          </w:p>
        </w:tc>
        <w:tc>
          <w:tcPr>
            <w:tcW w:w="900" w:type="dxa"/>
            <w:shd w:val="clear" w:color="000000" w:fill="FFFFFF"/>
            <w:noWrap/>
            <w:vAlign w:val="center"/>
          </w:tcPr>
          <w:p w14:paraId="72B2C75F" w14:textId="77777777" w:rsidR="00B44352" w:rsidRPr="00B44352" w:rsidRDefault="00B44352" w:rsidP="004A0E58">
            <w:pPr>
              <w:rPr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6210" w:type="dxa"/>
            <w:shd w:val="clear" w:color="000000" w:fill="FFFFFF"/>
            <w:noWrap/>
            <w:vAlign w:val="center"/>
          </w:tcPr>
          <w:p w14:paraId="4F978D2F" w14:textId="77777777" w:rsidR="00B44352" w:rsidRPr="00B44352" w:rsidRDefault="00B44352" w:rsidP="004A0E58">
            <w:pPr>
              <w:rPr>
                <w:rFonts w:ascii="Calibri" w:hAnsi="Calibri"/>
                <w:sz w:val="22"/>
                <w:szCs w:val="22"/>
                <w:lang w:val="fr-FR"/>
              </w:rPr>
            </w:pPr>
          </w:p>
        </w:tc>
      </w:tr>
      <w:tr w:rsidR="00B44352" w:rsidRPr="00897561" w14:paraId="2EDCF177" w14:textId="77777777" w:rsidTr="00EC41E8">
        <w:trPr>
          <w:trHeight w:val="315"/>
        </w:trPr>
        <w:tc>
          <w:tcPr>
            <w:tcW w:w="3780" w:type="dxa"/>
            <w:shd w:val="clear" w:color="000000" w:fill="FFFFFF"/>
            <w:noWrap/>
            <w:vAlign w:val="center"/>
          </w:tcPr>
          <w:p w14:paraId="799D6893" w14:textId="77777777" w:rsidR="00B44352" w:rsidRPr="00B44352" w:rsidRDefault="00B44352" w:rsidP="00AE471D">
            <w:pPr>
              <w:rPr>
                <w:rFonts w:ascii="Calibri" w:hAnsi="Calibri"/>
                <w:sz w:val="22"/>
                <w:szCs w:val="22"/>
                <w:lang w:val="fr-FR"/>
              </w:rPr>
            </w:pPr>
            <w:r w:rsidRPr="00B44352">
              <w:rPr>
                <w:rFonts w:ascii="Calibri" w:hAnsi="Calibri"/>
                <w:sz w:val="22"/>
                <w:szCs w:val="22"/>
                <w:lang w:val="fr-FR"/>
              </w:rPr>
              <w:t>Sciences et Vie de la Terre</w:t>
            </w:r>
          </w:p>
        </w:tc>
        <w:tc>
          <w:tcPr>
            <w:tcW w:w="900" w:type="dxa"/>
            <w:shd w:val="clear" w:color="000000" w:fill="FFFFFF"/>
            <w:noWrap/>
            <w:vAlign w:val="center"/>
          </w:tcPr>
          <w:p w14:paraId="26C1B8FA" w14:textId="77777777" w:rsidR="00B44352" w:rsidRPr="00B44352" w:rsidRDefault="00B44352" w:rsidP="00AE471D">
            <w:pPr>
              <w:rPr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6210" w:type="dxa"/>
            <w:shd w:val="clear" w:color="000000" w:fill="FFFFFF"/>
            <w:noWrap/>
            <w:vAlign w:val="center"/>
          </w:tcPr>
          <w:p w14:paraId="70E2261C" w14:textId="77777777" w:rsidR="00B44352" w:rsidRPr="00B44352" w:rsidRDefault="00B44352" w:rsidP="00AE471D">
            <w:pPr>
              <w:rPr>
                <w:rFonts w:ascii="Calibri" w:hAnsi="Calibri"/>
                <w:sz w:val="22"/>
                <w:szCs w:val="22"/>
                <w:lang w:val="fr-FR"/>
              </w:rPr>
            </w:pPr>
          </w:p>
        </w:tc>
      </w:tr>
      <w:tr w:rsidR="00B44352" w:rsidRPr="00B44352" w14:paraId="62E69262" w14:textId="77777777" w:rsidTr="00EC41E8">
        <w:trPr>
          <w:trHeight w:val="315"/>
        </w:trPr>
        <w:tc>
          <w:tcPr>
            <w:tcW w:w="3780" w:type="dxa"/>
            <w:shd w:val="clear" w:color="000000" w:fill="FFFFFF"/>
            <w:noWrap/>
            <w:vAlign w:val="center"/>
          </w:tcPr>
          <w:p w14:paraId="6D282E48" w14:textId="77777777" w:rsidR="00B44352" w:rsidRPr="00B44352" w:rsidRDefault="00B44352" w:rsidP="004A0E58">
            <w:pPr>
              <w:rPr>
                <w:rFonts w:ascii="Calibri" w:hAnsi="Calibri"/>
                <w:sz w:val="22"/>
                <w:szCs w:val="22"/>
                <w:lang w:val="fr-FR"/>
              </w:rPr>
            </w:pPr>
            <w:r w:rsidRPr="00B44352">
              <w:rPr>
                <w:rFonts w:ascii="Calibri" w:hAnsi="Calibri"/>
                <w:sz w:val="22"/>
                <w:szCs w:val="22"/>
                <w:lang w:val="fr-FR"/>
              </w:rPr>
              <w:t>Sciences Physiques</w:t>
            </w:r>
          </w:p>
        </w:tc>
        <w:tc>
          <w:tcPr>
            <w:tcW w:w="900" w:type="dxa"/>
            <w:shd w:val="clear" w:color="000000" w:fill="FFFFFF"/>
            <w:noWrap/>
            <w:vAlign w:val="center"/>
          </w:tcPr>
          <w:p w14:paraId="39846802" w14:textId="77777777" w:rsidR="00B44352" w:rsidRPr="00B44352" w:rsidRDefault="00B44352" w:rsidP="004A0E58">
            <w:pPr>
              <w:rPr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6210" w:type="dxa"/>
            <w:shd w:val="clear" w:color="000000" w:fill="FFFFFF"/>
            <w:noWrap/>
            <w:vAlign w:val="center"/>
          </w:tcPr>
          <w:p w14:paraId="2796E547" w14:textId="77777777" w:rsidR="00B44352" w:rsidRPr="00B44352" w:rsidRDefault="00B44352" w:rsidP="004A0E58">
            <w:pPr>
              <w:rPr>
                <w:rFonts w:ascii="Calibri" w:hAnsi="Calibri"/>
                <w:sz w:val="22"/>
                <w:szCs w:val="22"/>
                <w:lang w:val="fr-FR"/>
              </w:rPr>
            </w:pPr>
          </w:p>
        </w:tc>
      </w:tr>
      <w:tr w:rsidR="00B631E5" w:rsidRPr="00B44352" w14:paraId="414EE4D8" w14:textId="77777777" w:rsidTr="00EC41E8">
        <w:trPr>
          <w:trHeight w:val="315"/>
        </w:trPr>
        <w:tc>
          <w:tcPr>
            <w:tcW w:w="3780" w:type="dxa"/>
            <w:shd w:val="clear" w:color="000000" w:fill="FFFFFF"/>
            <w:noWrap/>
            <w:vAlign w:val="center"/>
          </w:tcPr>
          <w:p w14:paraId="428A9F48" w14:textId="77777777" w:rsidR="00B631E5" w:rsidRPr="00B44352" w:rsidRDefault="00B44352" w:rsidP="004A0E58">
            <w:pPr>
              <w:rPr>
                <w:rFonts w:ascii="Calibri" w:hAnsi="Calibri"/>
                <w:sz w:val="22"/>
                <w:szCs w:val="22"/>
                <w:lang w:val="fr-FR"/>
              </w:rPr>
            </w:pPr>
            <w:r w:rsidRPr="00B44352">
              <w:rPr>
                <w:rFonts w:ascii="Calibri" w:hAnsi="Calibri"/>
                <w:sz w:val="22"/>
                <w:szCs w:val="22"/>
                <w:lang w:val="fr-FR"/>
              </w:rPr>
              <w:t>Technologie</w:t>
            </w:r>
          </w:p>
        </w:tc>
        <w:tc>
          <w:tcPr>
            <w:tcW w:w="900" w:type="dxa"/>
            <w:shd w:val="clear" w:color="000000" w:fill="FFFFFF"/>
            <w:noWrap/>
            <w:vAlign w:val="center"/>
          </w:tcPr>
          <w:p w14:paraId="5B0D534A" w14:textId="77777777" w:rsidR="00B631E5" w:rsidRPr="00B44352" w:rsidRDefault="00B631E5" w:rsidP="004A0E58">
            <w:pPr>
              <w:rPr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6210" w:type="dxa"/>
            <w:shd w:val="clear" w:color="000000" w:fill="FFFFFF"/>
            <w:noWrap/>
            <w:vAlign w:val="center"/>
          </w:tcPr>
          <w:p w14:paraId="29411853" w14:textId="77777777" w:rsidR="00B631E5" w:rsidRPr="00B44352" w:rsidRDefault="00B631E5" w:rsidP="004A0E58">
            <w:pPr>
              <w:rPr>
                <w:rFonts w:ascii="Calibri" w:hAnsi="Calibri"/>
                <w:sz w:val="22"/>
                <w:szCs w:val="22"/>
                <w:lang w:val="fr-FR"/>
              </w:rPr>
            </w:pPr>
          </w:p>
        </w:tc>
      </w:tr>
    </w:tbl>
    <w:p w14:paraId="0AAE1142" w14:textId="77777777" w:rsidR="00B631E5" w:rsidRDefault="00B631E5" w:rsidP="00B631E5">
      <w:pPr>
        <w:pStyle w:val="Body"/>
        <w:jc w:val="both"/>
        <w:rPr>
          <w:i/>
          <w:iCs/>
          <w:lang w:val="fr-FR"/>
        </w:rPr>
      </w:pPr>
    </w:p>
    <w:p w14:paraId="52D8BBD6" w14:textId="77777777" w:rsidR="00B44352" w:rsidRPr="00B44352" w:rsidRDefault="00B44352" w:rsidP="00B44352">
      <w:pPr>
        <w:pStyle w:val="Body"/>
        <w:rPr>
          <w:u w:val="single"/>
          <w:lang w:val="fr-FR"/>
        </w:rPr>
      </w:pPr>
      <w:r w:rsidRPr="00B44352">
        <w:rPr>
          <w:u w:val="single"/>
          <w:lang w:val="fr-FR"/>
        </w:rPr>
        <w:t>REPRESENTANTS DE</w:t>
      </w:r>
      <w:r w:rsidR="00EC41E8">
        <w:rPr>
          <w:u w:val="single"/>
          <w:lang w:val="fr-FR"/>
        </w:rPr>
        <w:t>S</w:t>
      </w:r>
      <w:r w:rsidRPr="00B44352">
        <w:rPr>
          <w:u w:val="single"/>
          <w:lang w:val="fr-FR"/>
        </w:rPr>
        <w:t xml:space="preserve"> PARENTS</w:t>
      </w:r>
      <w:r w:rsidR="00EC41E8">
        <w:rPr>
          <w:u w:val="single"/>
          <w:lang w:val="fr-FR"/>
        </w:rPr>
        <w:t xml:space="preserve"> D’ELEVE</w:t>
      </w:r>
    </w:p>
    <w:p w14:paraId="5FAAD6AF" w14:textId="77777777" w:rsidR="00EC41E8" w:rsidRPr="001F6F31" w:rsidRDefault="00E43419" w:rsidP="00EC41E8">
      <w:pPr>
        <w:pStyle w:val="Body"/>
        <w:numPr>
          <w:ilvl w:val="0"/>
          <w:numId w:val="14"/>
        </w:numPr>
        <w:shd w:val="clear" w:color="auto" w:fill="F2F2F2" w:themeFill="background2" w:themeFillTint="33"/>
        <w:spacing w:before="0" w:after="0"/>
        <w:rPr>
          <w:rStyle w:val="Style5"/>
          <w:b/>
          <w:bCs/>
          <w:color w:val="auto"/>
          <w:lang w:val="fr-FR"/>
        </w:rPr>
      </w:pPr>
      <w:sdt>
        <w:sdtPr>
          <w:rPr>
            <w:rStyle w:val="Style3"/>
          </w:rPr>
          <w:alias w:val="NOM"/>
          <w:tag w:val="NOM"/>
          <w:id w:val="598763729"/>
          <w:placeholder>
            <w:docPart w:val="8831315BFA5F48409723F06C59BBDDC2"/>
          </w:placeholder>
          <w:showingPlcHdr/>
        </w:sdtPr>
        <w:sdtEndPr>
          <w:rPr>
            <w:rStyle w:val="Style2"/>
            <w:b w:val="0"/>
            <w:bCs/>
            <w:caps w:val="0"/>
            <w:color w:val="auto"/>
          </w:rPr>
        </w:sdtEndPr>
        <w:sdtContent>
          <w:r w:rsidR="00EC41E8" w:rsidRPr="00B551B7">
            <w:rPr>
              <w:rStyle w:val="Style2"/>
              <w:b w:val="0"/>
              <w:bCs/>
              <w:color w:val="auto"/>
              <w:lang w:val="fr-FR"/>
            </w:rPr>
            <w:t>Entrez NOM</w:t>
          </w:r>
        </w:sdtContent>
      </w:sdt>
      <w:r w:rsidR="00EC41E8" w:rsidRPr="00B551B7">
        <w:rPr>
          <w:b/>
          <w:bCs/>
          <w:color w:val="auto"/>
          <w:lang w:val="fr-FR"/>
        </w:rPr>
        <w:t xml:space="preserve">  </w:t>
      </w:r>
      <w:sdt>
        <w:sdtPr>
          <w:rPr>
            <w:rStyle w:val="Style4"/>
          </w:rPr>
          <w:alias w:val="Prénom"/>
          <w:tag w:val="Prénom"/>
          <w:id w:val="955995033"/>
          <w:placeholder>
            <w:docPart w:val="F3C3E9AB7218465B97AEA96E84D692B9"/>
          </w:placeholder>
          <w:showingPlcHdr/>
        </w:sdtPr>
        <w:sdtEndPr>
          <w:rPr>
            <w:rStyle w:val="Style2"/>
            <w:b w:val="0"/>
            <w:bCs/>
            <w:color w:val="auto"/>
          </w:rPr>
        </w:sdtEndPr>
        <w:sdtContent>
          <w:r w:rsidR="00EC41E8" w:rsidRPr="00B551B7">
            <w:rPr>
              <w:rStyle w:val="Style2"/>
              <w:b w:val="0"/>
              <w:bCs/>
              <w:color w:val="auto"/>
              <w:lang w:val="fr-FR"/>
            </w:rPr>
            <w:t>Entrez Prénom</w:t>
          </w:r>
        </w:sdtContent>
      </w:sdt>
    </w:p>
    <w:p w14:paraId="37FADE87" w14:textId="77777777" w:rsidR="00EC41E8" w:rsidRDefault="00E43419" w:rsidP="00EC41E8">
      <w:pPr>
        <w:pStyle w:val="Body"/>
        <w:numPr>
          <w:ilvl w:val="0"/>
          <w:numId w:val="14"/>
        </w:numPr>
        <w:shd w:val="clear" w:color="auto" w:fill="F2F2F2" w:themeFill="background2" w:themeFillTint="33"/>
        <w:spacing w:before="0" w:after="0"/>
        <w:rPr>
          <w:b/>
          <w:bCs/>
          <w:color w:val="auto"/>
          <w:lang w:val="fr-FR"/>
        </w:rPr>
      </w:pPr>
      <w:sdt>
        <w:sdtPr>
          <w:rPr>
            <w:rStyle w:val="Style3"/>
          </w:rPr>
          <w:alias w:val="NOM"/>
          <w:tag w:val="NOM"/>
          <w:id w:val="612484776"/>
          <w:placeholder>
            <w:docPart w:val="1A24E462314D469CAC7FE990E8310782"/>
          </w:placeholder>
          <w:showingPlcHdr/>
        </w:sdtPr>
        <w:sdtEndPr>
          <w:rPr>
            <w:rStyle w:val="Style2"/>
            <w:b w:val="0"/>
            <w:bCs/>
            <w:caps w:val="0"/>
            <w:color w:val="auto"/>
          </w:rPr>
        </w:sdtEndPr>
        <w:sdtContent>
          <w:r w:rsidR="00EC41E8" w:rsidRPr="00B551B7">
            <w:rPr>
              <w:rStyle w:val="Style2"/>
              <w:b w:val="0"/>
              <w:bCs/>
              <w:color w:val="auto"/>
              <w:lang w:val="fr-FR"/>
            </w:rPr>
            <w:t>Entrez NOM</w:t>
          </w:r>
        </w:sdtContent>
      </w:sdt>
      <w:r w:rsidR="00EC41E8" w:rsidRPr="00B551B7">
        <w:rPr>
          <w:b/>
          <w:bCs/>
          <w:color w:val="auto"/>
          <w:lang w:val="fr-FR"/>
        </w:rPr>
        <w:t xml:space="preserve">  </w:t>
      </w:r>
      <w:sdt>
        <w:sdtPr>
          <w:rPr>
            <w:rStyle w:val="Style4"/>
          </w:rPr>
          <w:alias w:val="Prénom"/>
          <w:tag w:val="Prénom"/>
          <w:id w:val="-2118985035"/>
          <w:placeholder>
            <w:docPart w:val="A08B77B9C7934402B3BBEBDDC9D62DF9"/>
          </w:placeholder>
          <w:showingPlcHdr/>
        </w:sdtPr>
        <w:sdtEndPr>
          <w:rPr>
            <w:rStyle w:val="Style2"/>
            <w:b w:val="0"/>
            <w:bCs/>
            <w:color w:val="auto"/>
          </w:rPr>
        </w:sdtEndPr>
        <w:sdtContent>
          <w:r w:rsidR="00EC41E8" w:rsidRPr="00B551B7">
            <w:rPr>
              <w:rStyle w:val="Style2"/>
              <w:b w:val="0"/>
              <w:bCs/>
              <w:color w:val="auto"/>
              <w:lang w:val="fr-FR"/>
            </w:rPr>
            <w:t>Entrez Prénom</w:t>
          </w:r>
        </w:sdtContent>
      </w:sdt>
    </w:p>
    <w:p w14:paraId="2E37AA8D" w14:textId="77777777" w:rsidR="00B44352" w:rsidRPr="00B44352" w:rsidRDefault="00B44352" w:rsidP="00B631E5">
      <w:pPr>
        <w:pStyle w:val="Body"/>
        <w:jc w:val="both"/>
        <w:rPr>
          <w:i/>
          <w:iCs/>
          <w:lang w:val="fr-FR"/>
        </w:rPr>
      </w:pPr>
    </w:p>
    <w:p w14:paraId="28969DF8" w14:textId="77777777" w:rsidR="00EC41E8" w:rsidRPr="00B44352" w:rsidRDefault="00EC41E8" w:rsidP="00EC41E8">
      <w:pPr>
        <w:pStyle w:val="Body"/>
        <w:rPr>
          <w:u w:val="single"/>
          <w:lang w:val="fr-FR"/>
        </w:rPr>
      </w:pPr>
      <w:r w:rsidRPr="00B44352">
        <w:rPr>
          <w:u w:val="single"/>
          <w:lang w:val="fr-FR"/>
        </w:rPr>
        <w:t>REPRESENTANTS DE</w:t>
      </w:r>
      <w:r>
        <w:rPr>
          <w:u w:val="single"/>
          <w:lang w:val="fr-FR"/>
        </w:rPr>
        <w:t>S ELEVES</w:t>
      </w:r>
    </w:p>
    <w:p w14:paraId="3536F628" w14:textId="77777777" w:rsidR="00EC41E8" w:rsidRPr="001F6F31" w:rsidRDefault="00E43419" w:rsidP="00EC41E8">
      <w:pPr>
        <w:pStyle w:val="Body"/>
        <w:numPr>
          <w:ilvl w:val="0"/>
          <w:numId w:val="14"/>
        </w:numPr>
        <w:shd w:val="clear" w:color="auto" w:fill="F2F2F2" w:themeFill="background2" w:themeFillTint="33"/>
        <w:spacing w:before="0" w:after="0"/>
        <w:rPr>
          <w:rStyle w:val="Style5"/>
          <w:b/>
          <w:bCs/>
          <w:color w:val="auto"/>
          <w:lang w:val="fr-FR"/>
        </w:rPr>
      </w:pPr>
      <w:sdt>
        <w:sdtPr>
          <w:rPr>
            <w:rStyle w:val="Style3"/>
          </w:rPr>
          <w:alias w:val="NOM"/>
          <w:tag w:val="NOM"/>
          <w:id w:val="-240869136"/>
          <w:placeholder>
            <w:docPart w:val="62459EF31B164680856C35EB38541B16"/>
          </w:placeholder>
          <w:showingPlcHdr/>
        </w:sdtPr>
        <w:sdtEndPr>
          <w:rPr>
            <w:rStyle w:val="Style2"/>
            <w:b w:val="0"/>
            <w:bCs/>
            <w:caps w:val="0"/>
            <w:color w:val="auto"/>
          </w:rPr>
        </w:sdtEndPr>
        <w:sdtContent>
          <w:r w:rsidR="00EC41E8" w:rsidRPr="00B551B7">
            <w:rPr>
              <w:rStyle w:val="Style2"/>
              <w:b w:val="0"/>
              <w:bCs/>
              <w:color w:val="auto"/>
              <w:lang w:val="fr-FR"/>
            </w:rPr>
            <w:t>Entrez NOM</w:t>
          </w:r>
        </w:sdtContent>
      </w:sdt>
      <w:r w:rsidR="00EC41E8" w:rsidRPr="00B551B7">
        <w:rPr>
          <w:b/>
          <w:bCs/>
          <w:color w:val="auto"/>
          <w:lang w:val="fr-FR"/>
        </w:rPr>
        <w:t xml:space="preserve">  </w:t>
      </w:r>
      <w:sdt>
        <w:sdtPr>
          <w:rPr>
            <w:rStyle w:val="Style4"/>
          </w:rPr>
          <w:alias w:val="Prénom"/>
          <w:tag w:val="Prénom"/>
          <w:id w:val="-2058152612"/>
          <w:placeholder>
            <w:docPart w:val="3579CD8BEE9748C0B779369D54966B43"/>
          </w:placeholder>
          <w:showingPlcHdr/>
        </w:sdtPr>
        <w:sdtEndPr>
          <w:rPr>
            <w:rStyle w:val="Style2"/>
            <w:b w:val="0"/>
            <w:bCs/>
            <w:color w:val="auto"/>
          </w:rPr>
        </w:sdtEndPr>
        <w:sdtContent>
          <w:r w:rsidR="00EC41E8" w:rsidRPr="00B551B7">
            <w:rPr>
              <w:rStyle w:val="Style2"/>
              <w:b w:val="0"/>
              <w:bCs/>
              <w:color w:val="auto"/>
              <w:lang w:val="fr-FR"/>
            </w:rPr>
            <w:t>Entrez Prénom</w:t>
          </w:r>
        </w:sdtContent>
      </w:sdt>
    </w:p>
    <w:p w14:paraId="188E25D0" w14:textId="77777777" w:rsidR="00EC41E8" w:rsidRDefault="00E43419" w:rsidP="00EC41E8">
      <w:pPr>
        <w:pStyle w:val="Body"/>
        <w:numPr>
          <w:ilvl w:val="0"/>
          <w:numId w:val="14"/>
        </w:numPr>
        <w:shd w:val="clear" w:color="auto" w:fill="F2F2F2" w:themeFill="background2" w:themeFillTint="33"/>
        <w:spacing w:before="0" w:after="0"/>
        <w:rPr>
          <w:b/>
          <w:bCs/>
          <w:color w:val="auto"/>
          <w:lang w:val="fr-FR"/>
        </w:rPr>
      </w:pPr>
      <w:sdt>
        <w:sdtPr>
          <w:rPr>
            <w:rStyle w:val="Style3"/>
          </w:rPr>
          <w:alias w:val="NOM"/>
          <w:tag w:val="NOM"/>
          <w:id w:val="2100209288"/>
          <w:placeholder>
            <w:docPart w:val="8D50B8ADCC9C4329AA81B33AB5F3D66D"/>
          </w:placeholder>
          <w:showingPlcHdr/>
        </w:sdtPr>
        <w:sdtEndPr>
          <w:rPr>
            <w:rStyle w:val="Style2"/>
            <w:b w:val="0"/>
            <w:bCs/>
            <w:caps w:val="0"/>
            <w:color w:val="auto"/>
          </w:rPr>
        </w:sdtEndPr>
        <w:sdtContent>
          <w:r w:rsidR="00EC41E8" w:rsidRPr="00B551B7">
            <w:rPr>
              <w:rStyle w:val="Style2"/>
              <w:b w:val="0"/>
              <w:bCs/>
              <w:color w:val="auto"/>
              <w:lang w:val="fr-FR"/>
            </w:rPr>
            <w:t>Entrez NOM</w:t>
          </w:r>
        </w:sdtContent>
      </w:sdt>
      <w:r w:rsidR="00EC41E8" w:rsidRPr="00B551B7">
        <w:rPr>
          <w:b/>
          <w:bCs/>
          <w:color w:val="auto"/>
          <w:lang w:val="fr-FR"/>
        </w:rPr>
        <w:t xml:space="preserve">  </w:t>
      </w:r>
      <w:sdt>
        <w:sdtPr>
          <w:rPr>
            <w:rStyle w:val="Style4"/>
          </w:rPr>
          <w:alias w:val="Prénom"/>
          <w:tag w:val="Prénom"/>
          <w:id w:val="222267375"/>
          <w:placeholder>
            <w:docPart w:val="006CC8FB27B64395935818A0099BC65F"/>
          </w:placeholder>
          <w:showingPlcHdr/>
        </w:sdtPr>
        <w:sdtEndPr>
          <w:rPr>
            <w:rStyle w:val="Style2"/>
            <w:b w:val="0"/>
            <w:bCs/>
            <w:color w:val="auto"/>
          </w:rPr>
        </w:sdtEndPr>
        <w:sdtContent>
          <w:r w:rsidR="00EC41E8" w:rsidRPr="00B551B7">
            <w:rPr>
              <w:rStyle w:val="Style2"/>
              <w:b w:val="0"/>
              <w:bCs/>
              <w:color w:val="auto"/>
              <w:lang w:val="fr-FR"/>
            </w:rPr>
            <w:t>Entrez Prénom</w:t>
          </w:r>
        </w:sdtContent>
      </w:sdt>
    </w:p>
    <w:p w14:paraId="204D68C4" w14:textId="77777777" w:rsidR="00EC41E8" w:rsidRDefault="00EC41E8" w:rsidP="00EC41E8">
      <w:pPr>
        <w:pStyle w:val="Body"/>
        <w:ind w:left="360"/>
        <w:jc w:val="center"/>
        <w:rPr>
          <w:lang w:val="fr-FR"/>
        </w:rPr>
      </w:pPr>
      <w:r>
        <w:rPr>
          <w:lang w:val="fr-FR"/>
        </w:rPr>
        <w:t>_ _ _ _ _ _ _ _ _ _ _ _ _ _ _ _ _ _ _ _ _ _ _ _ _ _ _ _ _ _ _ _ _ _ _ _ _ _ _ _ _ _</w:t>
      </w:r>
    </w:p>
    <w:p w14:paraId="54B8F6A0" w14:textId="77777777" w:rsidR="00EC41E8" w:rsidRPr="00B631E5" w:rsidRDefault="00EC41E8" w:rsidP="00EC41E8">
      <w:pPr>
        <w:pStyle w:val="Body"/>
        <w:jc w:val="both"/>
        <w:rPr>
          <w:b/>
          <w:bCs/>
          <w:lang w:val="fr-FR"/>
        </w:rPr>
      </w:pPr>
      <w:r>
        <w:rPr>
          <w:b/>
          <w:bCs/>
          <w:lang w:val="fr-FR"/>
        </w:rPr>
        <w:t>PRESENTATION DE LA CLASSE</w:t>
      </w:r>
    </w:p>
    <w:p w14:paraId="56DA46A5" w14:textId="77777777" w:rsidR="00EC41E8" w:rsidRPr="00EC41E8" w:rsidRDefault="00EC41E8" w:rsidP="00EC41E8">
      <w:pPr>
        <w:pStyle w:val="Body"/>
        <w:jc w:val="both"/>
        <w:rPr>
          <w:i/>
          <w:iCs/>
          <w:lang w:val="fr-FR"/>
        </w:rPr>
      </w:pPr>
      <w:r w:rsidRPr="00EC41E8">
        <w:rPr>
          <w:i/>
          <w:iCs/>
          <w:lang w:val="fr-FR"/>
        </w:rPr>
        <w:t xml:space="preserve">X élèves, dont Y filles et Z garçons. </w:t>
      </w:r>
    </w:p>
    <w:p w14:paraId="0ED4FEB6" w14:textId="77777777" w:rsidR="00EC41E8" w:rsidRDefault="00EC41E8" w:rsidP="00EC41E8">
      <w:pPr>
        <w:pStyle w:val="Body"/>
        <w:jc w:val="center"/>
        <w:rPr>
          <w:lang w:val="fr-FR"/>
        </w:rPr>
      </w:pPr>
      <w:r>
        <w:rPr>
          <w:lang w:val="fr-FR"/>
        </w:rPr>
        <w:t>_ _ _ _ _ _ _ _ _ _ _ _ _ _ _ _ _ _ _ _ _ _ _ _ _ _ _ _ _ _ _ _ _ _ _ _ _ _ _ _ _ _</w:t>
      </w:r>
    </w:p>
    <w:p w14:paraId="1C3C4CA2" w14:textId="77777777" w:rsidR="00EC41E8" w:rsidRDefault="00EC41E8" w:rsidP="00B631E5">
      <w:pPr>
        <w:pStyle w:val="Body"/>
        <w:jc w:val="both"/>
        <w:rPr>
          <w:i/>
          <w:iCs/>
          <w:lang w:val="fr-FR"/>
        </w:rPr>
      </w:pPr>
    </w:p>
    <w:p w14:paraId="5054A563" w14:textId="77777777" w:rsidR="00EC41E8" w:rsidRDefault="00EC41E8" w:rsidP="00B631E5">
      <w:pPr>
        <w:pStyle w:val="Body"/>
        <w:jc w:val="both"/>
        <w:rPr>
          <w:i/>
          <w:iCs/>
          <w:lang w:val="fr-FR"/>
        </w:rPr>
      </w:pPr>
    </w:p>
    <w:p w14:paraId="5A59AC31" w14:textId="77777777" w:rsidR="00010094" w:rsidRDefault="00010094">
      <w:pPr>
        <w:pStyle w:val="Body"/>
        <w:rPr>
          <w:rFonts w:eastAsia="Arial"/>
          <w:lang w:val="fr-FR"/>
        </w:rPr>
      </w:pPr>
    </w:p>
    <w:p w14:paraId="3D2FBCDA" w14:textId="77777777" w:rsidR="00010094" w:rsidRPr="00EC41E8" w:rsidRDefault="00EC41E8">
      <w:pPr>
        <w:pStyle w:val="Body"/>
        <w:rPr>
          <w:b/>
          <w:bCs/>
          <w:color w:val="404040" w:themeColor="text2"/>
          <w:lang w:val="fr-FR"/>
        </w:rPr>
      </w:pPr>
      <w:r w:rsidRPr="00EC41E8">
        <w:rPr>
          <w:b/>
          <w:bCs/>
          <w:color w:val="404040" w:themeColor="text2"/>
          <w:lang w:val="fr-FR"/>
        </w:rPr>
        <w:t>SYNTHESE GENERALE DU PROFESSEUR PRINCIPAL</w:t>
      </w:r>
    </w:p>
    <w:p w14:paraId="6B6CC3FF" w14:textId="77777777" w:rsidR="00EC41E8" w:rsidRDefault="00A15ACE" w:rsidP="00A15ACE">
      <w:pPr>
        <w:pStyle w:val="Body"/>
        <w:jc w:val="both"/>
        <w:rPr>
          <w:lang w:val="fr-FR"/>
        </w:rPr>
      </w:pPr>
      <w:r>
        <w:rPr>
          <w:lang w:val="fr-FR"/>
        </w:rPr>
        <w:t xml:space="preserve">[Exemple] </w:t>
      </w:r>
      <w:r w:rsidR="00EC41E8" w:rsidRPr="00EC41E8">
        <w:rPr>
          <w:lang w:val="fr-FR"/>
        </w:rPr>
        <w:t xml:space="preserve">La classe </w:t>
      </w:r>
      <w:r w:rsidR="00EC41E8">
        <w:rPr>
          <w:lang w:val="fr-FR"/>
        </w:rPr>
        <w:t>est</w:t>
      </w:r>
      <w:r w:rsidR="00EC41E8" w:rsidRPr="00EC41E8">
        <w:rPr>
          <w:lang w:val="fr-FR"/>
        </w:rPr>
        <w:t xml:space="preserve"> sérieuse et d’un bon niveau</w:t>
      </w:r>
      <w:r w:rsidR="00EC41E8">
        <w:rPr>
          <w:lang w:val="fr-FR"/>
        </w:rPr>
        <w:t>.</w:t>
      </w:r>
    </w:p>
    <w:p w14:paraId="46A7EE72" w14:textId="77777777" w:rsidR="00A15ACE" w:rsidRDefault="00EC41E8" w:rsidP="00A15ACE">
      <w:pPr>
        <w:pStyle w:val="Body"/>
        <w:jc w:val="both"/>
        <w:rPr>
          <w:lang w:val="fr-FR"/>
        </w:rPr>
      </w:pPr>
      <w:r w:rsidRPr="00EC41E8">
        <w:rPr>
          <w:lang w:val="fr-FR"/>
        </w:rPr>
        <w:t>La classe a été largement complimentée quant à son sérieux et le bon travail fourni. Cependant, et de nouveau, il a été relevé le côté parfois « effacé » de ses élèves qui peinent à participer à l’oral.  Les professeurs encouragent chacun à prendre confiance en soi, en prenant la parole activement afin de créer une dynamique et de tirer le meilleur des enseignements.</w:t>
      </w:r>
    </w:p>
    <w:p w14:paraId="337358F7" w14:textId="77777777" w:rsidR="00EC41E8" w:rsidRPr="00EC41E8" w:rsidRDefault="00EC41E8" w:rsidP="00A15ACE">
      <w:pPr>
        <w:pStyle w:val="Body"/>
        <w:jc w:val="both"/>
        <w:rPr>
          <w:lang w:val="fr-FR"/>
        </w:rPr>
      </w:pPr>
      <w:r>
        <w:rPr>
          <w:lang w:val="fr-FR"/>
        </w:rPr>
        <w:t>XXX</w:t>
      </w:r>
    </w:p>
    <w:p w14:paraId="6B28D57E" w14:textId="77777777" w:rsidR="00EC41E8" w:rsidRPr="00A15ACE" w:rsidRDefault="00EC41E8" w:rsidP="00A15ACE">
      <w:pPr>
        <w:pStyle w:val="Body"/>
        <w:jc w:val="both"/>
        <w:rPr>
          <w:lang w:val="fr-FR"/>
        </w:rPr>
      </w:pPr>
    </w:p>
    <w:p w14:paraId="189333D8" w14:textId="77777777" w:rsidR="00EC41E8" w:rsidRDefault="00EC41E8">
      <w:pPr>
        <w:pStyle w:val="Body"/>
        <w:rPr>
          <w:b/>
          <w:bCs/>
          <w:color w:val="404040" w:themeColor="text2"/>
          <w:lang w:val="fr-FR"/>
        </w:rPr>
      </w:pPr>
      <w:r>
        <w:rPr>
          <w:b/>
          <w:bCs/>
          <w:color w:val="404040" w:themeColor="text2"/>
          <w:lang w:val="fr-FR"/>
        </w:rPr>
        <w:t>SYNTHESE DES ELEVES DELEGUES</w:t>
      </w:r>
    </w:p>
    <w:p w14:paraId="62389CB0" w14:textId="77777777" w:rsidR="00A15ACE" w:rsidRDefault="00A15ACE" w:rsidP="00EC41E8">
      <w:pPr>
        <w:pStyle w:val="Body"/>
        <w:jc w:val="both"/>
        <w:rPr>
          <w:lang w:val="fr-FR"/>
        </w:rPr>
      </w:pPr>
      <w:r>
        <w:rPr>
          <w:lang w:val="fr-FR"/>
        </w:rPr>
        <w:t>[Exemple] Très bonne ambiance de la classe en général.</w:t>
      </w:r>
    </w:p>
    <w:p w14:paraId="30E0071F" w14:textId="77777777" w:rsidR="00A15ACE" w:rsidRPr="00EC41E8" w:rsidRDefault="00A15ACE" w:rsidP="00EC41E8">
      <w:pPr>
        <w:pStyle w:val="Body"/>
        <w:jc w:val="both"/>
        <w:rPr>
          <w:lang w:val="fr-FR"/>
        </w:rPr>
      </w:pPr>
      <w:r>
        <w:rPr>
          <w:lang w:val="fr-FR"/>
        </w:rPr>
        <w:t>ZZZ</w:t>
      </w:r>
    </w:p>
    <w:p w14:paraId="1D7DFB6B" w14:textId="77777777" w:rsidR="00EC41E8" w:rsidRPr="00A15ACE" w:rsidRDefault="00EC41E8" w:rsidP="00A15ACE">
      <w:pPr>
        <w:pStyle w:val="Body"/>
        <w:jc w:val="both"/>
        <w:rPr>
          <w:lang w:val="fr-FR"/>
        </w:rPr>
      </w:pPr>
    </w:p>
    <w:p w14:paraId="0522F278" w14:textId="77777777" w:rsidR="00EC41E8" w:rsidRPr="005C141B" w:rsidRDefault="00EC41E8">
      <w:pPr>
        <w:pStyle w:val="Body"/>
        <w:rPr>
          <w:rFonts w:eastAsia="Arial"/>
          <w:b/>
          <w:bCs/>
          <w:color w:val="404040" w:themeColor="text2"/>
          <w:lang w:val="fr-FR"/>
        </w:rPr>
      </w:pPr>
      <w:r>
        <w:rPr>
          <w:b/>
          <w:bCs/>
          <w:color w:val="404040" w:themeColor="text2"/>
          <w:lang w:val="fr-FR"/>
        </w:rPr>
        <w:t xml:space="preserve">SYNTHESE DES PARENTS DELEGUES </w:t>
      </w:r>
    </w:p>
    <w:p w14:paraId="28BC9AB8" w14:textId="77777777" w:rsidR="00EC41E8" w:rsidRPr="00A15ACE" w:rsidRDefault="00A15ACE" w:rsidP="00A15ACE">
      <w:pPr>
        <w:pStyle w:val="Body"/>
        <w:jc w:val="both"/>
        <w:rPr>
          <w:lang w:val="fr-FR"/>
        </w:rPr>
      </w:pPr>
      <w:r>
        <w:rPr>
          <w:lang w:val="fr-FR"/>
        </w:rPr>
        <w:t xml:space="preserve">[Exemple] </w:t>
      </w:r>
      <w:r w:rsidR="00EC41E8" w:rsidRPr="00A15ACE">
        <w:rPr>
          <w:lang w:val="fr-FR"/>
        </w:rPr>
        <w:t>Les parents délégués font une rapide synthèse des xx questionnaires qui leur ont été retournés. Dans l’ensemble très positif avec 100% des retours qui constatent : xxx</w:t>
      </w:r>
    </w:p>
    <w:p w14:paraId="6688565D" w14:textId="77777777" w:rsidR="00EC41E8" w:rsidRPr="00A15ACE" w:rsidRDefault="00EC41E8" w:rsidP="00A15ACE">
      <w:pPr>
        <w:pStyle w:val="Body"/>
        <w:jc w:val="both"/>
        <w:rPr>
          <w:lang w:val="fr-FR"/>
        </w:rPr>
      </w:pPr>
      <w:r w:rsidRPr="00A15ACE">
        <w:rPr>
          <w:lang w:val="fr-FR"/>
        </w:rPr>
        <w:t>Cependant les points suivants ont été soulevés :</w:t>
      </w:r>
    </w:p>
    <w:p w14:paraId="17661F9B" w14:textId="77777777" w:rsidR="00EC41E8" w:rsidRPr="00A15ACE" w:rsidRDefault="00EC41E8" w:rsidP="00A15ACE">
      <w:pPr>
        <w:pStyle w:val="Body"/>
        <w:numPr>
          <w:ilvl w:val="0"/>
          <w:numId w:val="17"/>
        </w:numPr>
        <w:jc w:val="both"/>
        <w:rPr>
          <w:lang w:val="fr-FR"/>
        </w:rPr>
      </w:pPr>
      <w:r w:rsidRPr="00A15ACE">
        <w:rPr>
          <w:lang w:val="fr-FR"/>
        </w:rPr>
        <w:t>xxxxxxxx:  commentaire du conseil de classe</w:t>
      </w:r>
    </w:p>
    <w:p w14:paraId="43D72D6A" w14:textId="77777777" w:rsidR="00EC41E8" w:rsidRPr="00A15ACE" w:rsidRDefault="00EC41E8" w:rsidP="00A15ACE">
      <w:pPr>
        <w:pStyle w:val="Body"/>
        <w:numPr>
          <w:ilvl w:val="0"/>
          <w:numId w:val="17"/>
        </w:numPr>
        <w:jc w:val="both"/>
        <w:rPr>
          <w:lang w:val="fr-FR"/>
        </w:rPr>
      </w:pPr>
      <w:r w:rsidRPr="00A15ACE">
        <w:rPr>
          <w:lang w:val="fr-FR"/>
        </w:rPr>
        <w:t>xxxxxx:  commentaire du conseil de classe</w:t>
      </w:r>
    </w:p>
    <w:p w14:paraId="30F60683" w14:textId="77777777" w:rsidR="00010094" w:rsidRDefault="00010094" w:rsidP="00A15ACE">
      <w:pPr>
        <w:pStyle w:val="Body"/>
        <w:jc w:val="both"/>
        <w:rPr>
          <w:lang w:val="fr-FR"/>
        </w:rPr>
      </w:pPr>
    </w:p>
    <w:p w14:paraId="6964A29C" w14:textId="77777777" w:rsidR="00A15ACE" w:rsidRPr="005C141B" w:rsidRDefault="00A15ACE" w:rsidP="00A15ACE">
      <w:pPr>
        <w:pStyle w:val="Body"/>
        <w:rPr>
          <w:rFonts w:eastAsia="Arial"/>
          <w:b/>
          <w:bCs/>
          <w:color w:val="404040" w:themeColor="text2"/>
          <w:lang w:val="fr-FR"/>
        </w:rPr>
      </w:pPr>
      <w:r>
        <w:rPr>
          <w:b/>
          <w:bCs/>
          <w:color w:val="404040" w:themeColor="text2"/>
          <w:lang w:val="fr-FR"/>
        </w:rPr>
        <w:t>EVALUATIONS INDIVIDUELLES DES ELEVES</w:t>
      </w:r>
    </w:p>
    <w:p w14:paraId="54BF1E67" w14:textId="77777777" w:rsidR="00A15ACE" w:rsidRPr="00A15ACE" w:rsidRDefault="00A15ACE" w:rsidP="00A15ACE">
      <w:pPr>
        <w:pStyle w:val="Body"/>
        <w:jc w:val="both"/>
        <w:rPr>
          <w:lang w:val="fr-FR"/>
        </w:rPr>
      </w:pPr>
      <w:r w:rsidRPr="00A15ACE">
        <w:rPr>
          <w:lang w:val="fr-FR"/>
        </w:rPr>
        <w:t>Les notes et les appréciations ont été examinées pour chaque élève. Elles seront transmises aux parents dans le bulletin individuel de leur enfant.</w:t>
      </w:r>
    </w:p>
    <w:p w14:paraId="42FE2631" w14:textId="77777777" w:rsidR="00A15ACE" w:rsidRPr="00A15ACE" w:rsidRDefault="00A15ACE" w:rsidP="00A15ACE">
      <w:pPr>
        <w:pStyle w:val="Body"/>
        <w:jc w:val="both"/>
        <w:rPr>
          <w:lang w:val="fr-FR"/>
        </w:rPr>
      </w:pPr>
      <w:r w:rsidRPr="00A15ACE">
        <w:rPr>
          <w:lang w:val="fr-FR"/>
        </w:rPr>
        <w:t xml:space="preserve">En résumé: </w:t>
      </w:r>
      <w:r>
        <w:rPr>
          <w:lang w:val="fr-FR"/>
        </w:rPr>
        <w:t>xx</w:t>
      </w:r>
      <w:r w:rsidRPr="00A15ACE">
        <w:rPr>
          <w:lang w:val="fr-FR"/>
        </w:rPr>
        <w:t xml:space="preserve"> Félicitations, </w:t>
      </w:r>
      <w:r>
        <w:rPr>
          <w:lang w:val="fr-FR"/>
        </w:rPr>
        <w:t>yy</w:t>
      </w:r>
      <w:r w:rsidRPr="00A15ACE">
        <w:rPr>
          <w:lang w:val="fr-FR"/>
        </w:rPr>
        <w:t xml:space="preserve"> Encouragements, </w:t>
      </w:r>
      <w:r>
        <w:rPr>
          <w:lang w:val="fr-FR"/>
        </w:rPr>
        <w:t xml:space="preserve">zz </w:t>
      </w:r>
      <w:r w:rsidRPr="00A15ACE">
        <w:rPr>
          <w:lang w:val="fr-FR"/>
        </w:rPr>
        <w:t>Avertissements</w:t>
      </w:r>
      <w:r w:rsidRPr="00A15ACE">
        <w:rPr>
          <w:lang w:val="fr-FR"/>
        </w:rPr>
        <w:tab/>
      </w:r>
    </w:p>
    <w:p w14:paraId="2B0BF84C" w14:textId="77777777" w:rsidR="00A15ACE" w:rsidRDefault="00A15ACE" w:rsidP="00A15ACE">
      <w:pPr>
        <w:pStyle w:val="Body"/>
        <w:jc w:val="center"/>
        <w:rPr>
          <w:lang w:val="fr-FR"/>
        </w:rPr>
      </w:pPr>
      <w:r>
        <w:rPr>
          <w:lang w:val="fr-FR"/>
        </w:rPr>
        <w:t>_ _ _ _ _ _ _ _ _ _ _ _ _ _ _ _ _ _ _ _ _ _ _ _ _ _ _ _ _ _ _ _ _ _ _ _ _ _ _ _ _ _</w:t>
      </w:r>
    </w:p>
    <w:p w14:paraId="054154EE" w14:textId="77777777" w:rsidR="00A15ACE" w:rsidRDefault="00A15ACE" w:rsidP="00A15ACE">
      <w:pPr>
        <w:pStyle w:val="Body"/>
        <w:jc w:val="both"/>
        <w:rPr>
          <w:lang w:val="fr-FR"/>
        </w:rPr>
      </w:pPr>
    </w:p>
    <w:p w14:paraId="3663CF5B" w14:textId="77777777" w:rsidR="00A15ACE" w:rsidRDefault="00A15ACE" w:rsidP="00A15ACE">
      <w:pPr>
        <w:pStyle w:val="Body"/>
        <w:jc w:val="both"/>
        <w:rPr>
          <w:lang w:val="fr-FR"/>
        </w:rPr>
      </w:pPr>
      <w:r>
        <w:rPr>
          <w:lang w:val="fr-FR"/>
        </w:rPr>
        <w:t xml:space="preserve">Si vous souhaitez nous contacter : </w:t>
      </w:r>
    </w:p>
    <w:p w14:paraId="2E16A5EF" w14:textId="77777777" w:rsidR="00A15ACE" w:rsidRPr="001F6F31" w:rsidRDefault="00E43419" w:rsidP="00A15ACE">
      <w:pPr>
        <w:pStyle w:val="Body"/>
        <w:numPr>
          <w:ilvl w:val="0"/>
          <w:numId w:val="14"/>
        </w:numPr>
        <w:shd w:val="clear" w:color="auto" w:fill="F2F2F2" w:themeFill="background2" w:themeFillTint="33"/>
        <w:spacing w:before="0" w:after="0"/>
        <w:rPr>
          <w:rStyle w:val="Style5"/>
          <w:b/>
          <w:bCs/>
          <w:color w:val="auto"/>
          <w:lang w:val="fr-FR"/>
        </w:rPr>
      </w:pPr>
      <w:sdt>
        <w:sdtPr>
          <w:rPr>
            <w:rStyle w:val="Style3"/>
          </w:rPr>
          <w:alias w:val="NOM"/>
          <w:tag w:val="NOM"/>
          <w:id w:val="866027124"/>
          <w:placeholder>
            <w:docPart w:val="0E0443DB573642F8BA1D93058F87D291"/>
          </w:placeholder>
          <w:showingPlcHdr/>
        </w:sdtPr>
        <w:sdtEndPr>
          <w:rPr>
            <w:rStyle w:val="Style2"/>
            <w:b w:val="0"/>
            <w:bCs/>
            <w:caps w:val="0"/>
            <w:color w:val="auto"/>
          </w:rPr>
        </w:sdtEndPr>
        <w:sdtContent>
          <w:r w:rsidR="00A15ACE" w:rsidRPr="00B551B7">
            <w:rPr>
              <w:rStyle w:val="Style2"/>
              <w:b w:val="0"/>
              <w:bCs/>
              <w:color w:val="auto"/>
              <w:lang w:val="fr-FR"/>
            </w:rPr>
            <w:t>Entrez NOM</w:t>
          </w:r>
        </w:sdtContent>
      </w:sdt>
      <w:r w:rsidR="00A15ACE" w:rsidRPr="00B551B7">
        <w:rPr>
          <w:b/>
          <w:bCs/>
          <w:color w:val="auto"/>
          <w:lang w:val="fr-FR"/>
        </w:rPr>
        <w:t xml:space="preserve">  </w:t>
      </w:r>
      <w:sdt>
        <w:sdtPr>
          <w:rPr>
            <w:rStyle w:val="Style4"/>
          </w:rPr>
          <w:alias w:val="Prénom"/>
          <w:tag w:val="Prénom"/>
          <w:id w:val="1338511027"/>
          <w:placeholder>
            <w:docPart w:val="76DB274815FD45DC91903719A7747BA0"/>
          </w:placeholder>
          <w:showingPlcHdr/>
        </w:sdtPr>
        <w:sdtEndPr>
          <w:rPr>
            <w:rStyle w:val="Style2"/>
            <w:b w:val="0"/>
            <w:bCs/>
            <w:color w:val="auto"/>
          </w:rPr>
        </w:sdtEndPr>
        <w:sdtContent>
          <w:r w:rsidR="00A15ACE" w:rsidRPr="00B551B7">
            <w:rPr>
              <w:rStyle w:val="Style2"/>
              <w:b w:val="0"/>
              <w:bCs/>
              <w:color w:val="auto"/>
              <w:lang w:val="fr-FR"/>
            </w:rPr>
            <w:t>Entrez Prénom</w:t>
          </w:r>
        </w:sdtContent>
      </w:sdt>
      <w:r w:rsidR="00A15ACE" w:rsidRPr="00B551B7">
        <w:rPr>
          <w:rStyle w:val="Style2"/>
          <w:b w:val="0"/>
          <w:bCs/>
          <w:color w:val="auto"/>
          <w:lang w:val="fr-FR"/>
        </w:rPr>
        <w:t xml:space="preserve"> </w:t>
      </w:r>
      <w:r w:rsidR="00A15ACE">
        <w:rPr>
          <w:rStyle w:val="Style2"/>
          <w:b w:val="0"/>
          <w:bCs/>
          <w:color w:val="auto"/>
          <w:lang w:val="fr-FR"/>
        </w:rPr>
        <w:t xml:space="preserve">– </w:t>
      </w:r>
      <w:sdt>
        <w:sdtPr>
          <w:rPr>
            <w:rStyle w:val="Style3"/>
          </w:rPr>
          <w:alias w:val="Association"/>
          <w:tag w:val="Association"/>
          <w:id w:val="1691498112"/>
          <w:placeholder>
            <w:docPart w:val="D93C43CA10CF46C8B6C32D1E7E6DEB49"/>
          </w:placeholder>
          <w:showingPlcHdr/>
          <w:comboBox>
            <w:listItem w:value="Choose an item."/>
            <w:listItem w:displayText="APE" w:value="APE"/>
            <w:listItem w:displayText="FCPE" w:value="FCPE"/>
          </w:comboBox>
        </w:sdtPr>
        <w:sdtEndPr>
          <w:rPr>
            <w:rStyle w:val="Style3"/>
          </w:rPr>
        </w:sdtEndPr>
        <w:sdtContent>
          <w:r w:rsidR="00A15ACE">
            <w:rPr>
              <w:rStyle w:val="Style2"/>
              <w:b w:val="0"/>
              <w:bCs/>
              <w:color w:val="auto"/>
              <w:lang w:val="fr-FR"/>
            </w:rPr>
            <w:t>Entrez Association</w:t>
          </w:r>
        </w:sdtContent>
      </w:sdt>
      <w:r w:rsidR="00A15ACE">
        <w:rPr>
          <w:rStyle w:val="Style2"/>
          <w:b w:val="0"/>
          <w:bCs/>
          <w:color w:val="auto"/>
          <w:lang w:val="fr-FR"/>
        </w:rPr>
        <w:t xml:space="preserve"> </w:t>
      </w:r>
      <w:r w:rsidR="00A15ACE" w:rsidRPr="00B551B7">
        <w:rPr>
          <w:rStyle w:val="Style2"/>
          <w:b w:val="0"/>
          <w:bCs/>
          <w:color w:val="auto"/>
          <w:lang w:val="fr-FR"/>
        </w:rPr>
        <w:t>-</w:t>
      </w:r>
      <w:r w:rsidR="00A15ACE" w:rsidRPr="00B551B7">
        <w:rPr>
          <w:b/>
          <w:bCs/>
          <w:color w:val="auto"/>
          <w:lang w:val="fr-FR"/>
        </w:rPr>
        <w:t xml:space="preserve">  </w:t>
      </w:r>
      <w:sdt>
        <w:sdtPr>
          <w:rPr>
            <w:rStyle w:val="Style5"/>
          </w:rPr>
          <w:alias w:val="courriel"/>
          <w:tag w:val="courriel"/>
          <w:id w:val="653804746"/>
          <w:placeholder>
            <w:docPart w:val="3635CD39A99647C983EDFEAAB00753CC"/>
          </w:placeholder>
          <w:showingPlcHdr/>
        </w:sdtPr>
        <w:sdtEndPr>
          <w:rPr>
            <w:rStyle w:val="Style2"/>
            <w:b/>
            <w:bCs/>
            <w:color w:val="auto"/>
          </w:rPr>
        </w:sdtEndPr>
        <w:sdtContent>
          <w:r w:rsidR="00A15ACE" w:rsidRPr="00B551B7">
            <w:rPr>
              <w:rStyle w:val="Style2"/>
              <w:b w:val="0"/>
              <w:bCs/>
              <w:color w:val="auto"/>
              <w:lang w:val="fr-FR"/>
            </w:rPr>
            <w:t>Entrez courriel</w:t>
          </w:r>
        </w:sdtContent>
      </w:sdt>
      <w:r w:rsidR="00A15ACE" w:rsidRPr="00B551B7">
        <w:rPr>
          <w:b/>
          <w:bCs/>
          <w:color w:val="auto"/>
          <w:lang w:val="fr-FR"/>
        </w:rPr>
        <w:t xml:space="preserve"> - </w:t>
      </w:r>
      <w:sdt>
        <w:sdtPr>
          <w:rPr>
            <w:rStyle w:val="Style5"/>
          </w:rPr>
          <w:alias w:val="téléphone"/>
          <w:tag w:val="NOM"/>
          <w:id w:val="1443033868"/>
          <w:placeholder>
            <w:docPart w:val="71E83B4CF10D40F48D0C4EC6219682D4"/>
          </w:placeholder>
          <w:showingPlcHdr/>
        </w:sdtPr>
        <w:sdtEndPr>
          <w:rPr>
            <w:rStyle w:val="Style2"/>
            <w:b/>
            <w:bCs/>
            <w:color w:val="auto"/>
          </w:rPr>
        </w:sdtEndPr>
        <w:sdtContent>
          <w:r w:rsidR="00A15ACE" w:rsidRPr="00B551B7">
            <w:rPr>
              <w:rStyle w:val="Style2"/>
              <w:b w:val="0"/>
              <w:bCs/>
              <w:color w:val="auto"/>
              <w:lang w:val="fr-FR"/>
            </w:rPr>
            <w:t>Entrez téléphone</w:t>
          </w:r>
        </w:sdtContent>
      </w:sdt>
    </w:p>
    <w:p w14:paraId="35E88D6E" w14:textId="77777777" w:rsidR="00A15ACE" w:rsidRDefault="00E43419" w:rsidP="00A15ACE">
      <w:pPr>
        <w:pStyle w:val="Body"/>
        <w:numPr>
          <w:ilvl w:val="0"/>
          <w:numId w:val="14"/>
        </w:numPr>
        <w:shd w:val="clear" w:color="auto" w:fill="F2F2F2" w:themeFill="background2" w:themeFillTint="33"/>
        <w:spacing w:before="0" w:after="0"/>
        <w:rPr>
          <w:b/>
          <w:bCs/>
          <w:color w:val="auto"/>
          <w:lang w:val="fr-FR"/>
        </w:rPr>
      </w:pPr>
      <w:sdt>
        <w:sdtPr>
          <w:rPr>
            <w:rStyle w:val="Style3"/>
          </w:rPr>
          <w:alias w:val="NOM"/>
          <w:tag w:val="NOM"/>
          <w:id w:val="680167447"/>
          <w:placeholder>
            <w:docPart w:val="A7D46D03ADBD4210B1D42495031631D9"/>
          </w:placeholder>
          <w:showingPlcHdr/>
        </w:sdtPr>
        <w:sdtEndPr>
          <w:rPr>
            <w:rStyle w:val="Style2"/>
            <w:b w:val="0"/>
            <w:bCs/>
            <w:caps w:val="0"/>
            <w:color w:val="auto"/>
          </w:rPr>
        </w:sdtEndPr>
        <w:sdtContent>
          <w:r w:rsidR="00A15ACE" w:rsidRPr="00B551B7">
            <w:rPr>
              <w:rStyle w:val="Style2"/>
              <w:b w:val="0"/>
              <w:bCs/>
              <w:color w:val="auto"/>
              <w:lang w:val="fr-FR"/>
            </w:rPr>
            <w:t>Entrez NOM</w:t>
          </w:r>
        </w:sdtContent>
      </w:sdt>
      <w:r w:rsidR="00A15ACE" w:rsidRPr="00B551B7">
        <w:rPr>
          <w:b/>
          <w:bCs/>
          <w:color w:val="auto"/>
          <w:lang w:val="fr-FR"/>
        </w:rPr>
        <w:t xml:space="preserve">  </w:t>
      </w:r>
      <w:sdt>
        <w:sdtPr>
          <w:rPr>
            <w:rStyle w:val="Style4"/>
          </w:rPr>
          <w:alias w:val="Prénom"/>
          <w:tag w:val="Prénom"/>
          <w:id w:val="790789914"/>
          <w:placeholder>
            <w:docPart w:val="BC802A28EE374339BFF7A325B13E0D73"/>
          </w:placeholder>
          <w:showingPlcHdr/>
        </w:sdtPr>
        <w:sdtEndPr>
          <w:rPr>
            <w:rStyle w:val="Style2"/>
            <w:b w:val="0"/>
            <w:bCs/>
            <w:color w:val="auto"/>
          </w:rPr>
        </w:sdtEndPr>
        <w:sdtContent>
          <w:r w:rsidR="00A15ACE" w:rsidRPr="00B551B7">
            <w:rPr>
              <w:rStyle w:val="Style2"/>
              <w:b w:val="0"/>
              <w:bCs/>
              <w:color w:val="auto"/>
              <w:lang w:val="fr-FR"/>
            </w:rPr>
            <w:t>Entrez Prénom</w:t>
          </w:r>
        </w:sdtContent>
      </w:sdt>
      <w:r w:rsidR="00A15ACE" w:rsidRPr="00B551B7">
        <w:rPr>
          <w:rStyle w:val="Style2"/>
          <w:b w:val="0"/>
          <w:bCs/>
          <w:color w:val="auto"/>
          <w:lang w:val="fr-FR"/>
        </w:rPr>
        <w:t xml:space="preserve"> </w:t>
      </w:r>
      <w:r w:rsidR="00A15ACE">
        <w:rPr>
          <w:rStyle w:val="Style2"/>
          <w:b w:val="0"/>
          <w:bCs/>
          <w:color w:val="auto"/>
          <w:lang w:val="fr-FR"/>
        </w:rPr>
        <w:t xml:space="preserve">– </w:t>
      </w:r>
      <w:sdt>
        <w:sdtPr>
          <w:rPr>
            <w:rStyle w:val="Style3"/>
          </w:rPr>
          <w:alias w:val="Association"/>
          <w:tag w:val="Association"/>
          <w:id w:val="-1249968495"/>
          <w:placeholder>
            <w:docPart w:val="B849B32BBDBA4356BEB933D0A80EDA02"/>
          </w:placeholder>
          <w:showingPlcHdr/>
          <w:comboBox>
            <w:listItem w:value="Choose an item."/>
            <w:listItem w:displayText="APE" w:value="APE"/>
            <w:listItem w:displayText="FCPE" w:value="FCPE"/>
          </w:comboBox>
        </w:sdtPr>
        <w:sdtEndPr>
          <w:rPr>
            <w:rStyle w:val="Style3"/>
          </w:rPr>
        </w:sdtEndPr>
        <w:sdtContent>
          <w:r w:rsidR="00A15ACE">
            <w:rPr>
              <w:rStyle w:val="Style2"/>
              <w:b w:val="0"/>
              <w:bCs/>
              <w:color w:val="auto"/>
              <w:lang w:val="fr-FR"/>
            </w:rPr>
            <w:t>Entrez Association</w:t>
          </w:r>
        </w:sdtContent>
      </w:sdt>
      <w:r w:rsidR="00A15ACE">
        <w:rPr>
          <w:rStyle w:val="Style2"/>
          <w:b w:val="0"/>
          <w:bCs/>
          <w:color w:val="auto"/>
          <w:lang w:val="fr-FR"/>
        </w:rPr>
        <w:t xml:space="preserve"> </w:t>
      </w:r>
      <w:r w:rsidR="00A15ACE" w:rsidRPr="00B551B7">
        <w:rPr>
          <w:rStyle w:val="Style2"/>
          <w:b w:val="0"/>
          <w:bCs/>
          <w:color w:val="auto"/>
          <w:lang w:val="fr-FR"/>
        </w:rPr>
        <w:t>-</w:t>
      </w:r>
      <w:r w:rsidR="00A15ACE" w:rsidRPr="00B551B7">
        <w:rPr>
          <w:b/>
          <w:bCs/>
          <w:color w:val="auto"/>
          <w:lang w:val="fr-FR"/>
        </w:rPr>
        <w:t xml:space="preserve">  </w:t>
      </w:r>
      <w:sdt>
        <w:sdtPr>
          <w:rPr>
            <w:rStyle w:val="Style5"/>
          </w:rPr>
          <w:alias w:val="courriel"/>
          <w:tag w:val="courriel"/>
          <w:id w:val="-2103173656"/>
          <w:placeholder>
            <w:docPart w:val="14B3C37B14E9423DA303998232BD411D"/>
          </w:placeholder>
          <w:showingPlcHdr/>
        </w:sdtPr>
        <w:sdtEndPr>
          <w:rPr>
            <w:rStyle w:val="Style2"/>
            <w:b/>
            <w:bCs/>
            <w:color w:val="auto"/>
          </w:rPr>
        </w:sdtEndPr>
        <w:sdtContent>
          <w:r w:rsidR="00A15ACE" w:rsidRPr="00B551B7">
            <w:rPr>
              <w:rStyle w:val="Style2"/>
              <w:b w:val="0"/>
              <w:bCs/>
              <w:color w:val="auto"/>
              <w:lang w:val="fr-FR"/>
            </w:rPr>
            <w:t>Entrez courriel</w:t>
          </w:r>
        </w:sdtContent>
      </w:sdt>
      <w:r w:rsidR="00A15ACE" w:rsidRPr="00B551B7">
        <w:rPr>
          <w:b/>
          <w:bCs/>
          <w:color w:val="auto"/>
          <w:lang w:val="fr-FR"/>
        </w:rPr>
        <w:t xml:space="preserve"> - </w:t>
      </w:r>
      <w:sdt>
        <w:sdtPr>
          <w:rPr>
            <w:rStyle w:val="Style5"/>
          </w:rPr>
          <w:alias w:val="téléphone"/>
          <w:tag w:val="NOM"/>
          <w:id w:val="-1613346633"/>
          <w:placeholder>
            <w:docPart w:val="BF49266171D14058ADC26A308E5D4609"/>
          </w:placeholder>
          <w:showingPlcHdr/>
        </w:sdtPr>
        <w:sdtEndPr>
          <w:rPr>
            <w:rStyle w:val="Style2"/>
            <w:b/>
            <w:bCs/>
            <w:color w:val="auto"/>
          </w:rPr>
        </w:sdtEndPr>
        <w:sdtContent>
          <w:r w:rsidR="00A15ACE" w:rsidRPr="00B551B7">
            <w:rPr>
              <w:rStyle w:val="Style2"/>
              <w:b w:val="0"/>
              <w:bCs/>
              <w:color w:val="auto"/>
              <w:lang w:val="fr-FR"/>
            </w:rPr>
            <w:t>Entrez téléphone</w:t>
          </w:r>
        </w:sdtContent>
      </w:sdt>
    </w:p>
    <w:p w14:paraId="35867301" w14:textId="77777777" w:rsidR="00A15ACE" w:rsidRDefault="00E43419" w:rsidP="00A15ACE">
      <w:pPr>
        <w:pStyle w:val="Body"/>
        <w:numPr>
          <w:ilvl w:val="0"/>
          <w:numId w:val="14"/>
        </w:numPr>
        <w:shd w:val="clear" w:color="auto" w:fill="F2F2F2" w:themeFill="background2" w:themeFillTint="33"/>
        <w:spacing w:before="0" w:after="0"/>
        <w:rPr>
          <w:b/>
          <w:bCs/>
          <w:color w:val="auto"/>
          <w:lang w:val="fr-FR"/>
        </w:rPr>
      </w:pPr>
      <w:sdt>
        <w:sdtPr>
          <w:rPr>
            <w:rStyle w:val="Style3"/>
          </w:rPr>
          <w:alias w:val="NOM"/>
          <w:tag w:val="NOM"/>
          <w:id w:val="-1922626301"/>
          <w:placeholder>
            <w:docPart w:val="4ABDEB765D084F22867D4F0074375A21"/>
          </w:placeholder>
          <w:showingPlcHdr/>
        </w:sdtPr>
        <w:sdtEndPr>
          <w:rPr>
            <w:rStyle w:val="Style2"/>
            <w:b w:val="0"/>
            <w:bCs/>
            <w:caps w:val="0"/>
            <w:color w:val="auto"/>
          </w:rPr>
        </w:sdtEndPr>
        <w:sdtContent>
          <w:r w:rsidR="00A15ACE" w:rsidRPr="00B551B7">
            <w:rPr>
              <w:rStyle w:val="Style2"/>
              <w:b w:val="0"/>
              <w:bCs/>
              <w:color w:val="auto"/>
              <w:lang w:val="fr-FR"/>
            </w:rPr>
            <w:t>Entrez NOM</w:t>
          </w:r>
        </w:sdtContent>
      </w:sdt>
      <w:r w:rsidR="00A15ACE" w:rsidRPr="00B551B7">
        <w:rPr>
          <w:b/>
          <w:bCs/>
          <w:color w:val="auto"/>
          <w:lang w:val="fr-FR"/>
        </w:rPr>
        <w:t xml:space="preserve">  </w:t>
      </w:r>
      <w:sdt>
        <w:sdtPr>
          <w:rPr>
            <w:rStyle w:val="Style4"/>
          </w:rPr>
          <w:alias w:val="Prénom"/>
          <w:tag w:val="Prénom"/>
          <w:id w:val="2033530126"/>
          <w:placeholder>
            <w:docPart w:val="D2CEF8A1FEDC4DE8B17908075A6B3AC2"/>
          </w:placeholder>
          <w:showingPlcHdr/>
        </w:sdtPr>
        <w:sdtEndPr>
          <w:rPr>
            <w:rStyle w:val="Style2"/>
            <w:b w:val="0"/>
            <w:bCs/>
            <w:color w:val="auto"/>
          </w:rPr>
        </w:sdtEndPr>
        <w:sdtContent>
          <w:r w:rsidR="00A15ACE" w:rsidRPr="00B551B7">
            <w:rPr>
              <w:rStyle w:val="Style2"/>
              <w:b w:val="0"/>
              <w:bCs/>
              <w:color w:val="auto"/>
              <w:lang w:val="fr-FR"/>
            </w:rPr>
            <w:t>Entrez Prénom</w:t>
          </w:r>
        </w:sdtContent>
      </w:sdt>
      <w:r w:rsidR="00A15ACE" w:rsidRPr="00B551B7">
        <w:rPr>
          <w:rStyle w:val="Style2"/>
          <w:b w:val="0"/>
          <w:bCs/>
          <w:color w:val="auto"/>
          <w:lang w:val="fr-FR"/>
        </w:rPr>
        <w:t xml:space="preserve"> </w:t>
      </w:r>
      <w:r w:rsidR="00A15ACE">
        <w:rPr>
          <w:rStyle w:val="Style2"/>
          <w:b w:val="0"/>
          <w:bCs/>
          <w:color w:val="auto"/>
          <w:lang w:val="fr-FR"/>
        </w:rPr>
        <w:t xml:space="preserve">– </w:t>
      </w:r>
      <w:sdt>
        <w:sdtPr>
          <w:rPr>
            <w:rStyle w:val="Style3"/>
          </w:rPr>
          <w:alias w:val="Association"/>
          <w:tag w:val="Association"/>
          <w:id w:val="-1200161281"/>
          <w:placeholder>
            <w:docPart w:val="5B5076F8663E4759B29621B3BA0E70BA"/>
          </w:placeholder>
          <w:showingPlcHdr/>
          <w:comboBox>
            <w:listItem w:value="Choose an item."/>
            <w:listItem w:displayText="APE" w:value="APE"/>
            <w:listItem w:displayText="FCPE" w:value="FCPE"/>
          </w:comboBox>
        </w:sdtPr>
        <w:sdtEndPr>
          <w:rPr>
            <w:rStyle w:val="Style3"/>
          </w:rPr>
        </w:sdtEndPr>
        <w:sdtContent>
          <w:r w:rsidR="00A15ACE">
            <w:rPr>
              <w:rStyle w:val="Style2"/>
              <w:b w:val="0"/>
              <w:bCs/>
              <w:color w:val="auto"/>
              <w:lang w:val="fr-FR"/>
            </w:rPr>
            <w:t>Entrez Association</w:t>
          </w:r>
        </w:sdtContent>
      </w:sdt>
      <w:r w:rsidR="00A15ACE">
        <w:rPr>
          <w:rStyle w:val="Style2"/>
          <w:b w:val="0"/>
          <w:bCs/>
          <w:color w:val="auto"/>
          <w:lang w:val="fr-FR"/>
        </w:rPr>
        <w:t xml:space="preserve"> </w:t>
      </w:r>
      <w:r w:rsidR="00A15ACE" w:rsidRPr="00B551B7">
        <w:rPr>
          <w:rStyle w:val="Style2"/>
          <w:b w:val="0"/>
          <w:bCs/>
          <w:color w:val="auto"/>
          <w:lang w:val="fr-FR"/>
        </w:rPr>
        <w:t>-</w:t>
      </w:r>
      <w:r w:rsidR="00A15ACE" w:rsidRPr="00B551B7">
        <w:rPr>
          <w:b/>
          <w:bCs/>
          <w:color w:val="auto"/>
          <w:lang w:val="fr-FR"/>
        </w:rPr>
        <w:t xml:space="preserve">  </w:t>
      </w:r>
      <w:sdt>
        <w:sdtPr>
          <w:rPr>
            <w:rStyle w:val="Style5"/>
          </w:rPr>
          <w:alias w:val="courriel"/>
          <w:tag w:val="courriel"/>
          <w:id w:val="-2027399433"/>
          <w:placeholder>
            <w:docPart w:val="5316F2EEC1D24441A10E387F81F5E5EE"/>
          </w:placeholder>
          <w:showingPlcHdr/>
        </w:sdtPr>
        <w:sdtEndPr>
          <w:rPr>
            <w:rStyle w:val="Style2"/>
            <w:b/>
            <w:bCs/>
            <w:color w:val="auto"/>
          </w:rPr>
        </w:sdtEndPr>
        <w:sdtContent>
          <w:r w:rsidR="00A15ACE" w:rsidRPr="00B551B7">
            <w:rPr>
              <w:rStyle w:val="Style2"/>
              <w:b w:val="0"/>
              <w:bCs/>
              <w:color w:val="auto"/>
              <w:lang w:val="fr-FR"/>
            </w:rPr>
            <w:t>Entrez courriel</w:t>
          </w:r>
        </w:sdtContent>
      </w:sdt>
      <w:r w:rsidR="00A15ACE" w:rsidRPr="00B551B7">
        <w:rPr>
          <w:b/>
          <w:bCs/>
          <w:color w:val="auto"/>
          <w:lang w:val="fr-FR"/>
        </w:rPr>
        <w:t xml:space="preserve"> - </w:t>
      </w:r>
      <w:sdt>
        <w:sdtPr>
          <w:rPr>
            <w:rStyle w:val="Style5"/>
          </w:rPr>
          <w:alias w:val="téléphone"/>
          <w:tag w:val="NOM"/>
          <w:id w:val="-1570336663"/>
          <w:placeholder>
            <w:docPart w:val="14846F20F58C4D61A0C38198F9B03D5F"/>
          </w:placeholder>
          <w:showingPlcHdr/>
        </w:sdtPr>
        <w:sdtEndPr>
          <w:rPr>
            <w:rStyle w:val="Style2"/>
            <w:b/>
            <w:bCs/>
            <w:color w:val="auto"/>
          </w:rPr>
        </w:sdtEndPr>
        <w:sdtContent>
          <w:r w:rsidR="00A15ACE" w:rsidRPr="00B551B7">
            <w:rPr>
              <w:rStyle w:val="Style2"/>
              <w:b w:val="0"/>
              <w:bCs/>
              <w:color w:val="auto"/>
              <w:lang w:val="fr-FR"/>
            </w:rPr>
            <w:t>Entrez téléphone</w:t>
          </w:r>
        </w:sdtContent>
      </w:sdt>
    </w:p>
    <w:p w14:paraId="01F6B021" w14:textId="77777777" w:rsidR="00A15ACE" w:rsidRPr="001F6F31" w:rsidRDefault="00E43419" w:rsidP="00A15ACE">
      <w:pPr>
        <w:pStyle w:val="Body"/>
        <w:numPr>
          <w:ilvl w:val="0"/>
          <w:numId w:val="14"/>
        </w:numPr>
        <w:shd w:val="clear" w:color="auto" w:fill="F2F2F2" w:themeFill="background2" w:themeFillTint="33"/>
        <w:spacing w:before="0" w:after="0"/>
        <w:rPr>
          <w:b/>
          <w:bCs/>
          <w:color w:val="auto"/>
          <w:lang w:val="fr-FR"/>
        </w:rPr>
      </w:pPr>
      <w:sdt>
        <w:sdtPr>
          <w:rPr>
            <w:rStyle w:val="Style3"/>
          </w:rPr>
          <w:alias w:val="NOM"/>
          <w:tag w:val="NOM"/>
          <w:id w:val="1978253735"/>
          <w:placeholder>
            <w:docPart w:val="0B3FE5A89B21464E827EDC1E1FE7A695"/>
          </w:placeholder>
          <w:showingPlcHdr/>
        </w:sdtPr>
        <w:sdtEndPr>
          <w:rPr>
            <w:rStyle w:val="Style2"/>
            <w:b w:val="0"/>
            <w:bCs/>
            <w:caps w:val="0"/>
            <w:color w:val="auto"/>
          </w:rPr>
        </w:sdtEndPr>
        <w:sdtContent>
          <w:r w:rsidR="00A15ACE" w:rsidRPr="00B551B7">
            <w:rPr>
              <w:rStyle w:val="Style2"/>
              <w:b w:val="0"/>
              <w:bCs/>
              <w:color w:val="auto"/>
              <w:lang w:val="fr-FR"/>
            </w:rPr>
            <w:t>Entrez NOM</w:t>
          </w:r>
        </w:sdtContent>
      </w:sdt>
      <w:r w:rsidR="00A15ACE" w:rsidRPr="00B551B7">
        <w:rPr>
          <w:b/>
          <w:bCs/>
          <w:color w:val="auto"/>
          <w:lang w:val="fr-FR"/>
        </w:rPr>
        <w:t xml:space="preserve">  </w:t>
      </w:r>
      <w:sdt>
        <w:sdtPr>
          <w:rPr>
            <w:rStyle w:val="Style4"/>
          </w:rPr>
          <w:alias w:val="Prénom"/>
          <w:tag w:val="Prénom"/>
          <w:id w:val="-1945828553"/>
          <w:placeholder>
            <w:docPart w:val="1D38CE6A3C7C404482830FF5837C480C"/>
          </w:placeholder>
          <w:showingPlcHdr/>
        </w:sdtPr>
        <w:sdtEndPr>
          <w:rPr>
            <w:rStyle w:val="Style2"/>
            <w:b w:val="0"/>
            <w:bCs/>
            <w:color w:val="auto"/>
          </w:rPr>
        </w:sdtEndPr>
        <w:sdtContent>
          <w:r w:rsidR="00A15ACE" w:rsidRPr="00B551B7">
            <w:rPr>
              <w:rStyle w:val="Style2"/>
              <w:b w:val="0"/>
              <w:bCs/>
              <w:color w:val="auto"/>
              <w:lang w:val="fr-FR"/>
            </w:rPr>
            <w:t>Entrez Prénom</w:t>
          </w:r>
        </w:sdtContent>
      </w:sdt>
      <w:r w:rsidR="00A15ACE" w:rsidRPr="00B551B7">
        <w:rPr>
          <w:rStyle w:val="Style2"/>
          <w:b w:val="0"/>
          <w:bCs/>
          <w:color w:val="auto"/>
          <w:lang w:val="fr-FR"/>
        </w:rPr>
        <w:t xml:space="preserve"> </w:t>
      </w:r>
      <w:r w:rsidR="00A15ACE">
        <w:rPr>
          <w:rStyle w:val="Style2"/>
          <w:b w:val="0"/>
          <w:bCs/>
          <w:color w:val="auto"/>
          <w:lang w:val="fr-FR"/>
        </w:rPr>
        <w:t xml:space="preserve">– </w:t>
      </w:r>
      <w:sdt>
        <w:sdtPr>
          <w:rPr>
            <w:rStyle w:val="Style3"/>
          </w:rPr>
          <w:alias w:val="Association"/>
          <w:tag w:val="Association"/>
          <w:id w:val="-1765907853"/>
          <w:placeholder>
            <w:docPart w:val="360F8BCC23D14A53B23623E156EAFC86"/>
          </w:placeholder>
          <w:showingPlcHdr/>
          <w:comboBox>
            <w:listItem w:value="Choose an item."/>
            <w:listItem w:displayText="APE" w:value="APE"/>
            <w:listItem w:displayText="FCPE" w:value="FCPE"/>
          </w:comboBox>
        </w:sdtPr>
        <w:sdtEndPr>
          <w:rPr>
            <w:rStyle w:val="Style3"/>
          </w:rPr>
        </w:sdtEndPr>
        <w:sdtContent>
          <w:r w:rsidR="00A15ACE">
            <w:rPr>
              <w:rStyle w:val="Style2"/>
              <w:b w:val="0"/>
              <w:bCs/>
              <w:color w:val="auto"/>
              <w:lang w:val="fr-FR"/>
            </w:rPr>
            <w:t>Entrez Association</w:t>
          </w:r>
        </w:sdtContent>
      </w:sdt>
      <w:r w:rsidR="00A15ACE">
        <w:rPr>
          <w:rStyle w:val="Style2"/>
          <w:b w:val="0"/>
          <w:bCs/>
          <w:color w:val="auto"/>
          <w:lang w:val="fr-FR"/>
        </w:rPr>
        <w:t xml:space="preserve"> </w:t>
      </w:r>
      <w:r w:rsidR="00A15ACE" w:rsidRPr="00B551B7">
        <w:rPr>
          <w:rStyle w:val="Style2"/>
          <w:b w:val="0"/>
          <w:bCs/>
          <w:color w:val="auto"/>
          <w:lang w:val="fr-FR"/>
        </w:rPr>
        <w:t>-</w:t>
      </w:r>
      <w:r w:rsidR="00A15ACE" w:rsidRPr="00B551B7">
        <w:rPr>
          <w:b/>
          <w:bCs/>
          <w:color w:val="auto"/>
          <w:lang w:val="fr-FR"/>
        </w:rPr>
        <w:t xml:space="preserve">  </w:t>
      </w:r>
      <w:sdt>
        <w:sdtPr>
          <w:rPr>
            <w:rStyle w:val="Style5"/>
          </w:rPr>
          <w:alias w:val="courriel"/>
          <w:tag w:val="courriel"/>
          <w:id w:val="1628899000"/>
          <w:placeholder>
            <w:docPart w:val="47505620CEBD42E4A6AC29F4E6A56D4F"/>
          </w:placeholder>
          <w:showingPlcHdr/>
        </w:sdtPr>
        <w:sdtEndPr>
          <w:rPr>
            <w:rStyle w:val="Style2"/>
            <w:b/>
            <w:bCs/>
            <w:color w:val="auto"/>
          </w:rPr>
        </w:sdtEndPr>
        <w:sdtContent>
          <w:r w:rsidR="00A15ACE" w:rsidRPr="00B551B7">
            <w:rPr>
              <w:rStyle w:val="Style2"/>
              <w:b w:val="0"/>
              <w:bCs/>
              <w:color w:val="auto"/>
              <w:lang w:val="fr-FR"/>
            </w:rPr>
            <w:t>Entrez courriel</w:t>
          </w:r>
        </w:sdtContent>
      </w:sdt>
      <w:r w:rsidR="00A15ACE" w:rsidRPr="00B551B7">
        <w:rPr>
          <w:b/>
          <w:bCs/>
          <w:color w:val="auto"/>
          <w:lang w:val="fr-FR"/>
        </w:rPr>
        <w:t xml:space="preserve"> - </w:t>
      </w:r>
      <w:sdt>
        <w:sdtPr>
          <w:rPr>
            <w:rStyle w:val="Style5"/>
          </w:rPr>
          <w:alias w:val="téléphone"/>
          <w:tag w:val="NOM"/>
          <w:id w:val="171613353"/>
          <w:placeholder>
            <w:docPart w:val="323D44FAA5ED45C38E455D72464C961F"/>
          </w:placeholder>
          <w:showingPlcHdr/>
        </w:sdtPr>
        <w:sdtEndPr>
          <w:rPr>
            <w:rStyle w:val="Style2"/>
            <w:b/>
            <w:bCs/>
            <w:color w:val="auto"/>
          </w:rPr>
        </w:sdtEndPr>
        <w:sdtContent>
          <w:r w:rsidR="00A15ACE" w:rsidRPr="00B551B7">
            <w:rPr>
              <w:rStyle w:val="Style2"/>
              <w:b w:val="0"/>
              <w:bCs/>
              <w:color w:val="auto"/>
              <w:lang w:val="fr-FR"/>
            </w:rPr>
            <w:t>Entrez téléphone</w:t>
          </w:r>
        </w:sdtContent>
      </w:sdt>
    </w:p>
    <w:p w14:paraId="6FCF8F64" w14:textId="77777777" w:rsidR="00A15ACE" w:rsidRPr="00A15ACE" w:rsidRDefault="00A15ACE" w:rsidP="00A15ACE">
      <w:pPr>
        <w:pStyle w:val="Body"/>
        <w:jc w:val="both"/>
        <w:rPr>
          <w:lang w:val="fr-FR"/>
        </w:rPr>
      </w:pPr>
    </w:p>
    <w:sectPr w:rsidR="00A15ACE" w:rsidRPr="00A15ACE" w:rsidSect="00E351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6408C3" w14:textId="77777777" w:rsidR="00E43419" w:rsidRDefault="00E43419">
      <w:r>
        <w:separator/>
      </w:r>
    </w:p>
  </w:endnote>
  <w:endnote w:type="continuationSeparator" w:id="0">
    <w:p w14:paraId="6415AA5A" w14:textId="77777777" w:rsidR="00E43419" w:rsidRDefault="00E43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old">
    <w:panose1 w:val="020B07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811BFE" w14:textId="77777777" w:rsidR="008A5E66" w:rsidRDefault="008A5E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849213" w14:textId="77777777" w:rsidR="008A5E66" w:rsidRDefault="008A5E6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4F5574" w14:textId="77777777" w:rsidR="008A5E66" w:rsidRDefault="008A5E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25CBC8" w14:textId="77777777" w:rsidR="00E43419" w:rsidRDefault="00E43419">
      <w:r>
        <w:separator/>
      </w:r>
    </w:p>
  </w:footnote>
  <w:footnote w:type="continuationSeparator" w:id="0">
    <w:p w14:paraId="57958B0F" w14:textId="77777777" w:rsidR="00E43419" w:rsidRDefault="00E43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777C09" w14:textId="77777777" w:rsidR="008A5E66" w:rsidRDefault="008A5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89CDF6" w14:textId="77777777" w:rsidR="000A3084" w:rsidRDefault="004E157E">
    <w:pPr>
      <w:pStyle w:val="Header"/>
    </w:pPr>
    <w:r w:rsidRPr="004E157E">
      <w:rPr>
        <w:noProof/>
      </w:rPr>
      <w:drawing>
        <wp:inline distT="0" distB="0" distL="0" distR="0" wp14:anchorId="445C3558" wp14:editId="20775526">
          <wp:extent cx="601980" cy="562246"/>
          <wp:effectExtent l="0" t="0" r="7620" b="9525"/>
          <wp:docPr id="3" name="Picture 3" descr="C:\Users\CSTTAFFON\AppData\Local\Microsoft\Windows\INetCache\Content.Outlook\TANQ4ITK\logo ape jaune r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STTAFFON\AppData\Local\Microsoft\Windows\INetCache\Content.Outlook\TANQ4ITK\logo ape jaune ron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196" cy="5773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A3084">
      <w:ptab w:relativeTo="margin" w:alignment="center" w:leader="none"/>
    </w:r>
    <w:r w:rsidR="000A3084">
      <w:ptab w:relativeTo="margin" w:alignment="right" w:leader="none"/>
    </w:r>
    <w:r w:rsidR="000A3084" w:rsidRPr="000A3084">
      <w:rPr>
        <w:noProof/>
      </w:rPr>
      <w:drawing>
        <wp:inline distT="0" distB="0" distL="0" distR="0" wp14:anchorId="1D0A6707" wp14:editId="331F3150">
          <wp:extent cx="830801" cy="586740"/>
          <wp:effectExtent l="0" t="0" r="7620" b="3810"/>
          <wp:docPr id="6" name="Picture 6" descr="C:\Users\CSTTAFFON\AppData\Local\Microsoft\Windows\INetCache\Content.Outlook\TANQ4ITK\logo fc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CSTTAFFON\AppData\Local\Microsoft\Windows\INetCache\Content.Outlook\TANQ4ITK\logo fcpe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555" cy="6006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6E36E" w14:textId="77777777" w:rsidR="008A5E66" w:rsidRDefault="008A5E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CF42910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036BD9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7300A0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A40A40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D66FA0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FEAFEC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0AA777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0D0E9A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CAEC24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C36497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2F1899"/>
    <w:multiLevelType w:val="hybridMultilevel"/>
    <w:tmpl w:val="F6F6C8A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741040"/>
    <w:multiLevelType w:val="hybridMultilevel"/>
    <w:tmpl w:val="32F8AD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412D9D"/>
    <w:multiLevelType w:val="hybridMultilevel"/>
    <w:tmpl w:val="35BCED5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5A66A8"/>
    <w:multiLevelType w:val="hybridMultilevel"/>
    <w:tmpl w:val="0D08398C"/>
    <w:lvl w:ilvl="0" w:tplc="C5748CB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4F285C"/>
    <w:multiLevelType w:val="hybridMultilevel"/>
    <w:tmpl w:val="2AA090B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F423B9"/>
    <w:multiLevelType w:val="hybridMultilevel"/>
    <w:tmpl w:val="68C83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C44E7E"/>
    <w:multiLevelType w:val="hybridMultilevel"/>
    <w:tmpl w:val="2690CFF0"/>
    <w:lvl w:ilvl="0" w:tplc="7BDE5B1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2"/>
  </w:num>
  <w:num w:numId="13">
    <w:abstractNumId w:val="13"/>
  </w:num>
  <w:num w:numId="14">
    <w:abstractNumId w:val="10"/>
  </w:num>
  <w:num w:numId="15">
    <w:abstractNumId w:val="11"/>
  </w:num>
  <w:num w:numId="16">
    <w:abstractNumId w:val="1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fr-FR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0" w:nlCheck="1" w:checkStyle="0"/>
  <w:attachedTemplate r:id="rId1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0C2"/>
    <w:rsid w:val="00002AF9"/>
    <w:rsid w:val="00010094"/>
    <w:rsid w:val="0001786B"/>
    <w:rsid w:val="000A3084"/>
    <w:rsid w:val="000F4C84"/>
    <w:rsid w:val="001035CD"/>
    <w:rsid w:val="00161431"/>
    <w:rsid w:val="002512FD"/>
    <w:rsid w:val="00315D50"/>
    <w:rsid w:val="0048301A"/>
    <w:rsid w:val="00495FA9"/>
    <w:rsid w:val="004E157E"/>
    <w:rsid w:val="00515809"/>
    <w:rsid w:val="005820E3"/>
    <w:rsid w:val="005C141B"/>
    <w:rsid w:val="00604E34"/>
    <w:rsid w:val="00753F9C"/>
    <w:rsid w:val="007D5A49"/>
    <w:rsid w:val="008445FF"/>
    <w:rsid w:val="00871A07"/>
    <w:rsid w:val="00897561"/>
    <w:rsid w:val="008A4E1F"/>
    <w:rsid w:val="008A5E66"/>
    <w:rsid w:val="008B5EF7"/>
    <w:rsid w:val="008C698A"/>
    <w:rsid w:val="009220B1"/>
    <w:rsid w:val="00A15ACE"/>
    <w:rsid w:val="00A16845"/>
    <w:rsid w:val="00A6260C"/>
    <w:rsid w:val="00A750C2"/>
    <w:rsid w:val="00AA6B2E"/>
    <w:rsid w:val="00AC66AB"/>
    <w:rsid w:val="00B44352"/>
    <w:rsid w:val="00B631E5"/>
    <w:rsid w:val="00C56427"/>
    <w:rsid w:val="00D803C8"/>
    <w:rsid w:val="00E35154"/>
    <w:rsid w:val="00E43419"/>
    <w:rsid w:val="00E54737"/>
    <w:rsid w:val="00EC41E8"/>
    <w:rsid w:val="00EE1C46"/>
    <w:rsid w:val="00F241ED"/>
    <w:rsid w:val="00F96CEC"/>
    <w:rsid w:val="00FB4B4A"/>
    <w:rsid w:val="00FE628F"/>
    <w:rsid w:val="00FF4FCF"/>
    <w:rsid w:val="00FF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E5C39D"/>
  <w15:docId w15:val="{21546089-B5BD-4E71-9D44-531C78241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30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759E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30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759E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30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69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308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759E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308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759E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308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E6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308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69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308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308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pPr>
      <w:spacing w:before="100" w:after="12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FA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FA9"/>
    <w:rPr>
      <w:rFonts w:ascii="Segoe UI" w:hAnsi="Segoe UI" w:cs="Segoe UI"/>
      <w:sz w:val="18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0A3084"/>
  </w:style>
  <w:style w:type="paragraph" w:styleId="BlockText">
    <w:name w:val="Block Text"/>
    <w:basedOn w:val="Normal"/>
    <w:uiPriority w:val="99"/>
    <w:semiHidden/>
    <w:unhideWhenUsed/>
    <w:rsid w:val="000A3084"/>
    <w:pPr>
      <w:pBdr>
        <w:top w:val="single" w:sz="2" w:space="10" w:color="499BC9" w:themeColor="accent1"/>
        <w:left w:val="single" w:sz="2" w:space="10" w:color="499BC9" w:themeColor="accent1"/>
        <w:bottom w:val="single" w:sz="2" w:space="10" w:color="499BC9" w:themeColor="accent1"/>
        <w:right w:val="single" w:sz="2" w:space="10" w:color="499BC9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99BC9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0A308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A3084"/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0A308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A3084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0A308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A3084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0A3084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0A3084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A308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084"/>
    <w:rPr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A3084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A3084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0A3084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A3084"/>
    <w:rPr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0A308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A3084"/>
    <w:rPr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A3084"/>
    <w:pPr>
      <w:spacing w:after="200"/>
    </w:pPr>
    <w:rPr>
      <w:i/>
      <w:iCs/>
      <w:color w:val="404040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0A3084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0A3084"/>
    <w:rPr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30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308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30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3084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0A3084"/>
  </w:style>
  <w:style w:type="character" w:customStyle="1" w:styleId="DateChar">
    <w:name w:val="Date Char"/>
    <w:basedOn w:val="DefaultParagraphFont"/>
    <w:link w:val="Date"/>
    <w:uiPriority w:val="99"/>
    <w:semiHidden/>
    <w:rsid w:val="000A3084"/>
    <w:rPr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A3084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A3084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0A3084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0A3084"/>
    <w:rPr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A308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A3084"/>
  </w:style>
  <w:style w:type="paragraph" w:styleId="EnvelopeAddress">
    <w:name w:val="envelope address"/>
    <w:basedOn w:val="Normal"/>
    <w:uiPriority w:val="99"/>
    <w:semiHidden/>
    <w:unhideWhenUsed/>
    <w:rsid w:val="000A3084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0A3084"/>
    <w:rPr>
      <w:rFonts w:asciiTheme="majorHAnsi" w:eastAsiaTheme="majorEastAsia" w:hAnsiTheme="majorHAnsi" w:cstheme="majorBidi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A30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3084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A308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3084"/>
  </w:style>
  <w:style w:type="paragraph" w:styleId="Header">
    <w:name w:val="header"/>
    <w:basedOn w:val="Normal"/>
    <w:link w:val="HeaderChar"/>
    <w:uiPriority w:val="99"/>
    <w:unhideWhenUsed/>
    <w:rsid w:val="000A30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3084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A3084"/>
    <w:rPr>
      <w:rFonts w:asciiTheme="majorHAnsi" w:eastAsiaTheme="majorEastAsia" w:hAnsiTheme="majorHAnsi" w:cstheme="majorBidi"/>
      <w:color w:val="2F759E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3084"/>
    <w:rPr>
      <w:rFonts w:asciiTheme="majorHAnsi" w:eastAsiaTheme="majorEastAsia" w:hAnsiTheme="majorHAnsi" w:cstheme="majorBidi"/>
      <w:color w:val="2F759E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3084"/>
    <w:rPr>
      <w:rFonts w:asciiTheme="majorHAnsi" w:eastAsiaTheme="majorEastAsia" w:hAnsiTheme="majorHAnsi" w:cstheme="majorBidi"/>
      <w:color w:val="1F4E69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3084"/>
    <w:rPr>
      <w:rFonts w:asciiTheme="majorHAnsi" w:eastAsiaTheme="majorEastAsia" w:hAnsiTheme="majorHAnsi" w:cstheme="majorBidi"/>
      <w:i/>
      <w:iCs/>
      <w:color w:val="2F759E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3084"/>
    <w:rPr>
      <w:rFonts w:asciiTheme="majorHAnsi" w:eastAsiaTheme="majorEastAsia" w:hAnsiTheme="majorHAnsi" w:cstheme="majorBidi"/>
      <w:color w:val="2F759E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3084"/>
    <w:rPr>
      <w:rFonts w:asciiTheme="majorHAnsi" w:eastAsiaTheme="majorEastAsia" w:hAnsiTheme="majorHAnsi" w:cstheme="majorBidi"/>
      <w:color w:val="1F4E69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3084"/>
    <w:rPr>
      <w:rFonts w:asciiTheme="majorHAnsi" w:eastAsiaTheme="majorEastAsia" w:hAnsiTheme="majorHAnsi" w:cstheme="majorBidi"/>
      <w:i/>
      <w:iCs/>
      <w:color w:val="1F4E69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308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308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0A3084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0A3084"/>
    <w:rPr>
      <w:i/>
      <w:iCs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A3084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A3084"/>
    <w:rPr>
      <w:rFonts w:ascii="Consolas" w:hAnsi="Consola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0A3084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0A3084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0A3084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0A3084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0A3084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0A3084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0A3084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0A3084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0A3084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0A3084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A3084"/>
    <w:pPr>
      <w:pBdr>
        <w:top w:val="single" w:sz="4" w:space="10" w:color="499BC9" w:themeColor="accent1"/>
        <w:bottom w:val="single" w:sz="4" w:space="10" w:color="499BC9" w:themeColor="accent1"/>
      </w:pBdr>
      <w:spacing w:before="360" w:after="360"/>
      <w:ind w:left="864" w:right="864"/>
      <w:jc w:val="center"/>
    </w:pPr>
    <w:rPr>
      <w:i/>
      <w:iCs/>
      <w:color w:val="499BC9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A3084"/>
    <w:rPr>
      <w:i/>
      <w:iCs/>
      <w:color w:val="499BC9" w:themeColor="accent1"/>
      <w:sz w:val="24"/>
      <w:szCs w:val="24"/>
    </w:rPr>
  </w:style>
  <w:style w:type="paragraph" w:styleId="List">
    <w:name w:val="List"/>
    <w:basedOn w:val="Normal"/>
    <w:uiPriority w:val="99"/>
    <w:semiHidden/>
    <w:unhideWhenUsed/>
    <w:rsid w:val="000A3084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0A3084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0A3084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0A3084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0A3084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0A3084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0A3084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0A3084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0A3084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0A3084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0A3084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0A3084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0A3084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0A3084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0A3084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0A3084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0A3084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0A3084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0A3084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0A3084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0A3084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0A308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0A3084"/>
    <w:rPr>
      <w:rFonts w:ascii="Consolas" w:hAnsi="Consola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0A308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0A308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0A3084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A3084"/>
  </w:style>
  <w:style w:type="paragraph" w:styleId="NormalIndent">
    <w:name w:val="Normal Indent"/>
    <w:basedOn w:val="Normal"/>
    <w:uiPriority w:val="99"/>
    <w:semiHidden/>
    <w:unhideWhenUsed/>
    <w:rsid w:val="000A3084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0A3084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0A3084"/>
    <w:rPr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A3084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A3084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0A308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A3084"/>
    <w:rPr>
      <w:i/>
      <w:iCs/>
      <w:color w:val="404040" w:themeColor="text1" w:themeTint="BF"/>
      <w:sz w:val="24"/>
      <w:szCs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0A3084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0A3084"/>
    <w:rPr>
      <w:sz w:val="24"/>
      <w:szCs w:val="24"/>
    </w:rPr>
  </w:style>
  <w:style w:type="paragraph" w:styleId="Signature">
    <w:name w:val="Signature"/>
    <w:basedOn w:val="Normal"/>
    <w:link w:val="SignatureChar"/>
    <w:uiPriority w:val="99"/>
    <w:semiHidden/>
    <w:unhideWhenUsed/>
    <w:rsid w:val="000A3084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0A3084"/>
    <w:rPr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308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0A3084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0A308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A30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A3084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A6260C"/>
    <w:rPr>
      <w:color w:val="808080"/>
    </w:rPr>
  </w:style>
  <w:style w:type="table" w:styleId="TableGrid">
    <w:name w:val="Table Grid"/>
    <w:basedOn w:val="TableNormal"/>
    <w:uiPriority w:val="39"/>
    <w:unhideWhenUsed/>
    <w:rsid w:val="00AC6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2">
    <w:name w:val="Style2"/>
    <w:basedOn w:val="DefaultParagraphFont"/>
    <w:uiPriority w:val="1"/>
    <w:rsid w:val="00897561"/>
    <w:rPr>
      <w:rFonts w:ascii="Calibri" w:hAnsi="Calibri"/>
      <w:b/>
      <w:color w:val="002060"/>
      <w:sz w:val="22"/>
    </w:rPr>
  </w:style>
  <w:style w:type="character" w:customStyle="1" w:styleId="Style3">
    <w:name w:val="Style3"/>
    <w:basedOn w:val="DefaultParagraphFont"/>
    <w:uiPriority w:val="1"/>
    <w:rsid w:val="00897561"/>
    <w:rPr>
      <w:rFonts w:ascii="Calibri" w:hAnsi="Calibri"/>
      <w:b/>
      <w:caps/>
      <w:smallCaps w:val="0"/>
      <w:color w:val="002060"/>
      <w:sz w:val="22"/>
    </w:rPr>
  </w:style>
  <w:style w:type="character" w:customStyle="1" w:styleId="Style6">
    <w:name w:val="Style6"/>
    <w:basedOn w:val="DefaultParagraphFont"/>
    <w:uiPriority w:val="1"/>
    <w:rsid w:val="00897561"/>
    <w:rPr>
      <w:rFonts w:ascii="Calibri" w:hAnsi="Calibri"/>
      <w:b/>
      <w:color w:val="002060"/>
      <w:sz w:val="22"/>
    </w:rPr>
  </w:style>
  <w:style w:type="character" w:customStyle="1" w:styleId="Style5">
    <w:name w:val="Style5"/>
    <w:basedOn w:val="DefaultParagraphFont"/>
    <w:uiPriority w:val="1"/>
    <w:rsid w:val="00897561"/>
    <w:rPr>
      <w:rFonts w:ascii="Calibri" w:hAnsi="Calibri"/>
      <w:color w:val="002060"/>
      <w:sz w:val="22"/>
    </w:rPr>
  </w:style>
  <w:style w:type="character" w:customStyle="1" w:styleId="Style4">
    <w:name w:val="Style4"/>
    <w:basedOn w:val="DefaultParagraphFont"/>
    <w:uiPriority w:val="1"/>
    <w:rsid w:val="00EC41E8"/>
    <w:rPr>
      <w:rFonts w:ascii="Calibri" w:hAnsi="Calibri"/>
      <w:b/>
      <w:color w:val="002060"/>
      <w:sz w:val="22"/>
    </w:rPr>
  </w:style>
  <w:style w:type="paragraph" w:customStyle="1" w:styleId="Standard">
    <w:name w:val="Standard"/>
    <w:rsid w:val="00EC41E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bdr w:val="none" w:sz="0" w:space="0" w:color="auto"/>
      <w:lang w:val="fr-FR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
<Relationships xmlns="http://schemas.openxmlformats.org/package/2006/relationships"><Relationship Id="rId1" Type="http://schemas.openxmlformats.org/officeDocument/2006/relationships/attachedTemplate" Target="about:blank" TargetMode="External"/></Relationships>
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BCCEA8510004BE1BFE138FC7934CE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86EBB5-ECDC-4BC4-97CF-A233AC6A7E46}"/>
      </w:docPartPr>
      <w:docPartBody>
        <w:p w:rsidR="00000000" w:rsidRDefault="00344A3E">
          <w:pPr>
            <w:pStyle w:val="DBCCEA8510004BE1BFE138FC7934CE4C"/>
          </w:pPr>
          <w:r w:rsidRPr="00063BAF">
            <w:rPr>
              <w:rStyle w:val="PlaceholderText"/>
            </w:rPr>
            <w:t>Choose an item.</w:t>
          </w:r>
        </w:p>
      </w:docPartBody>
    </w:docPart>
    <w:docPart>
      <w:docPartPr>
        <w:name w:val="5126211F82C94EF0944C3879CD83BD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9D133A-C961-43DB-93B7-F21A0AAD0AC6}"/>
      </w:docPartPr>
      <w:docPartBody>
        <w:p w:rsidR="00000000" w:rsidRDefault="00344A3E">
          <w:pPr>
            <w:pStyle w:val="5126211F82C94EF0944C3879CD83BDE5"/>
          </w:pPr>
          <w:r w:rsidRPr="00F96CEC">
            <w:rPr>
              <w:rStyle w:val="PlaceholderText"/>
            </w:rPr>
            <w:t>Choose an item.</w:t>
          </w:r>
        </w:p>
      </w:docPartBody>
    </w:docPart>
    <w:docPart>
      <w:docPartPr>
        <w:name w:val="CB17A21B58424A74AAA57DE88DC35D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D75ABB-55C9-4AA9-84E0-6D74B1542A3F}"/>
      </w:docPartPr>
      <w:docPartBody>
        <w:p w:rsidR="00000000" w:rsidRDefault="00344A3E">
          <w:pPr>
            <w:pStyle w:val="CB17A21B58424A74AAA57DE88DC35D8D"/>
          </w:pPr>
          <w:r w:rsidRPr="00B551B7">
            <w:rPr>
              <w:rStyle w:val="Style2"/>
              <w:bCs/>
              <w:lang w:val="fr-FR"/>
            </w:rPr>
            <w:t xml:space="preserve">Entrez </w:t>
          </w:r>
          <w:r>
            <w:rPr>
              <w:rStyle w:val="Style2"/>
              <w:bCs/>
              <w:lang w:val="fr-FR"/>
            </w:rPr>
            <w:t>classe</w:t>
          </w:r>
        </w:p>
      </w:docPartBody>
    </w:docPart>
    <w:docPart>
      <w:docPartPr>
        <w:name w:val="A03314A41188435381EF05C688D5E8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3CA068-B44C-44B2-A4C3-A1A0CD4A582A}"/>
      </w:docPartPr>
      <w:docPartBody>
        <w:p w:rsidR="00000000" w:rsidRDefault="00344A3E">
          <w:pPr>
            <w:pStyle w:val="A03314A41188435381EF05C688D5E8A9"/>
          </w:pPr>
          <w:r w:rsidRPr="00063BAF">
            <w:rPr>
              <w:rStyle w:val="PlaceholderText"/>
            </w:rPr>
            <w:t>Click or tap to enter a date.</w:t>
          </w:r>
        </w:p>
      </w:docPartBody>
    </w:docPart>
    <w:docPart>
      <w:docPartPr>
        <w:name w:val="7A842FE857C74F1CB46FF961A15B2B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D1C6D-8B09-4577-984E-5E5632877BCA}"/>
      </w:docPartPr>
      <w:docPartBody>
        <w:p w:rsidR="00000000" w:rsidRDefault="00344A3E">
          <w:pPr>
            <w:pStyle w:val="7A842FE857C74F1CB46FF961A15B2B76"/>
          </w:pPr>
          <w:r w:rsidRPr="00897561">
            <w:rPr>
              <w:rStyle w:val="Style5"/>
              <w:color w:val="44546A" w:themeColor="text2"/>
              <w:lang w:val="fr-FR"/>
            </w:rPr>
            <w:t>Heure début</w:t>
          </w:r>
        </w:p>
      </w:docPartBody>
    </w:docPart>
    <w:docPart>
      <w:docPartPr>
        <w:name w:val="52A9F22308C94247AC08CF0D78D518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61CD05-D180-428F-8D6B-DCF5A8AB3F20}"/>
      </w:docPartPr>
      <w:docPartBody>
        <w:p w:rsidR="00000000" w:rsidRDefault="00344A3E">
          <w:pPr>
            <w:pStyle w:val="52A9F22308C94247AC08CF0D78D518B3"/>
          </w:pPr>
          <w:r w:rsidRPr="00897561">
            <w:rPr>
              <w:rStyle w:val="Style2"/>
              <w:bCs/>
              <w:color w:val="44546A" w:themeColor="text2"/>
              <w:lang w:val="fr-FR"/>
            </w:rPr>
            <w:t>Heure fin</w:t>
          </w:r>
        </w:p>
        <w:bookmarkStart w:id="0" w:name="Text1"/>
        <w:bookmarkEnd w:id="0"/>
      </w:docPartBody>
    </w:docPart>
    <w:docPart>
      <w:docPartPr>
        <w:name w:val="8831315BFA5F48409723F06C59BBDD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6F6F22-E942-469E-BAA9-E9962D7CEA61}"/>
      </w:docPartPr>
      <w:docPartBody>
        <w:p w:rsidR="00000000" w:rsidRDefault="00344A3E">
          <w:pPr>
            <w:pStyle w:val="8831315BFA5F48409723F06C59BBDDC2"/>
          </w:pPr>
          <w:r w:rsidRPr="00B551B7">
            <w:rPr>
              <w:rStyle w:val="Style2"/>
              <w:bCs/>
            </w:rPr>
            <w:t>Entrez NOM</w:t>
          </w:r>
        </w:p>
      </w:docPartBody>
    </w:docPart>
    <w:docPart>
      <w:docPartPr>
        <w:name w:val="F3C3E9AB7218465B97AEA96E84D692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1D914F-E666-404C-8EB0-463E5BA7168D}"/>
      </w:docPartPr>
      <w:docPartBody>
        <w:p w:rsidR="00000000" w:rsidRDefault="00344A3E">
          <w:pPr>
            <w:pStyle w:val="F3C3E9AB7218465B97AEA96E84D692B9"/>
          </w:pPr>
          <w:r w:rsidRPr="00B551B7">
            <w:rPr>
              <w:rStyle w:val="Style2"/>
              <w:bCs/>
            </w:rPr>
            <w:t>Entrez Prénom</w:t>
          </w:r>
        </w:p>
      </w:docPartBody>
    </w:docPart>
    <w:docPart>
      <w:docPartPr>
        <w:name w:val="1A24E462314D469CAC7FE990E83107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F7D7B0-B9DA-4C0C-8064-0B1678912CB5}"/>
      </w:docPartPr>
      <w:docPartBody>
        <w:p w:rsidR="00000000" w:rsidRDefault="00344A3E">
          <w:pPr>
            <w:pStyle w:val="1A24E462314D469CAC7FE990E8310782"/>
          </w:pPr>
          <w:r w:rsidRPr="00B551B7">
            <w:rPr>
              <w:rStyle w:val="Style2"/>
              <w:bCs/>
            </w:rPr>
            <w:t>Entrez NOM</w:t>
          </w:r>
        </w:p>
      </w:docPartBody>
    </w:docPart>
    <w:docPart>
      <w:docPartPr>
        <w:name w:val="A08B77B9C7934402B3BBEBDDC9D62D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8DD29B-22EF-437B-8B83-138C265E7945}"/>
      </w:docPartPr>
      <w:docPartBody>
        <w:p w:rsidR="00000000" w:rsidRDefault="00344A3E">
          <w:pPr>
            <w:pStyle w:val="A08B77B9C7934402B3BBEBDDC9D62DF9"/>
          </w:pPr>
          <w:r w:rsidRPr="00B551B7">
            <w:rPr>
              <w:rStyle w:val="Style2"/>
              <w:bCs/>
            </w:rPr>
            <w:t>Entrez Prénom</w:t>
          </w:r>
        </w:p>
        <w:bookmarkStart w:id="1" w:name="Text1"/>
        <w:bookmarkEnd w:id="1"/>
      </w:docPartBody>
    </w:docPart>
    <w:docPart>
      <w:docPartPr>
        <w:name w:val="62459EF31B164680856C35EB38541B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30E3EE-88FE-44E9-9F92-E69AA5600D45}"/>
      </w:docPartPr>
      <w:docPartBody>
        <w:p w:rsidR="00000000" w:rsidRDefault="00344A3E">
          <w:pPr>
            <w:pStyle w:val="62459EF31B164680856C35EB38541B16"/>
          </w:pPr>
          <w:r w:rsidRPr="00B551B7">
            <w:rPr>
              <w:rStyle w:val="Style2"/>
              <w:bCs/>
            </w:rPr>
            <w:t>Entrez NOM</w:t>
          </w:r>
        </w:p>
      </w:docPartBody>
    </w:docPart>
    <w:docPart>
      <w:docPartPr>
        <w:name w:val="3579CD8BEE9748C0B779369D54966B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8CA752-3BF0-4473-A9D4-206078A6F6BE}"/>
      </w:docPartPr>
      <w:docPartBody>
        <w:p w:rsidR="00000000" w:rsidRDefault="00344A3E">
          <w:pPr>
            <w:pStyle w:val="3579CD8BEE9748C0B779369D54966B43"/>
          </w:pPr>
          <w:r w:rsidRPr="00B551B7">
            <w:rPr>
              <w:rStyle w:val="Style2"/>
              <w:bCs/>
            </w:rPr>
            <w:t>Entrez Prénom</w:t>
          </w:r>
        </w:p>
      </w:docPartBody>
    </w:docPart>
    <w:docPart>
      <w:docPartPr>
        <w:name w:val="8D50B8ADCC9C4329AA81B33AB5F3D6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25DC43-A963-4D4B-B898-23401E59176C}"/>
      </w:docPartPr>
      <w:docPartBody>
        <w:p w:rsidR="00000000" w:rsidRDefault="00344A3E">
          <w:pPr>
            <w:pStyle w:val="8D50B8ADCC9C4329AA81B33AB5F3D66D"/>
          </w:pPr>
          <w:r w:rsidRPr="00B551B7">
            <w:rPr>
              <w:rStyle w:val="Style2"/>
              <w:bCs/>
            </w:rPr>
            <w:t>Entrez NOM</w:t>
          </w:r>
        </w:p>
      </w:docPartBody>
    </w:docPart>
    <w:docPart>
      <w:docPartPr>
        <w:name w:val="006CC8FB27B64395935818A0099BC6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F31A65-1969-4DB2-A2FC-25B4506C0AEE}"/>
      </w:docPartPr>
      <w:docPartBody>
        <w:p w:rsidR="00000000" w:rsidRDefault="00344A3E">
          <w:pPr>
            <w:pStyle w:val="006CC8FB27B64395935818A0099BC65F"/>
          </w:pPr>
          <w:r w:rsidRPr="00B551B7">
            <w:rPr>
              <w:rStyle w:val="Style2"/>
              <w:bCs/>
            </w:rPr>
            <w:t>Entrez Prénom</w:t>
          </w:r>
        </w:p>
        <w:bookmarkStart w:id="2" w:name="Text1"/>
        <w:bookmarkEnd w:id="2"/>
      </w:docPartBody>
    </w:docPart>
    <w:docPart>
      <w:docPartPr>
        <w:name w:val="0E0443DB573642F8BA1D93058F87D2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A27A5E-3718-4338-8313-83AFFA745D52}"/>
      </w:docPartPr>
      <w:docPartBody>
        <w:p w:rsidR="00000000" w:rsidRDefault="00344A3E">
          <w:pPr>
            <w:pStyle w:val="0E0443DB573642F8BA1D93058F87D291"/>
          </w:pPr>
          <w:r w:rsidRPr="00B551B7">
            <w:rPr>
              <w:rStyle w:val="Style2"/>
              <w:bCs/>
            </w:rPr>
            <w:t>Entrez NOM</w:t>
          </w:r>
        </w:p>
      </w:docPartBody>
    </w:docPart>
    <w:docPart>
      <w:docPartPr>
        <w:name w:val="76DB274815FD45DC91903719A7747B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7F6D7B-A88B-4558-99A0-B1A5499A2152}"/>
      </w:docPartPr>
      <w:docPartBody>
        <w:p w:rsidR="00000000" w:rsidRDefault="00344A3E">
          <w:pPr>
            <w:pStyle w:val="76DB274815FD45DC91903719A7747BA0"/>
          </w:pPr>
          <w:r w:rsidRPr="00B551B7">
            <w:rPr>
              <w:rStyle w:val="Style2"/>
              <w:bCs/>
            </w:rPr>
            <w:t>Entrez Prénom</w:t>
          </w:r>
        </w:p>
      </w:docPartBody>
    </w:docPart>
    <w:docPart>
      <w:docPartPr>
        <w:name w:val="D93C43CA10CF46C8B6C32D1E7E6DEB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8F395F-551A-4B35-9379-5D4148E44E92}"/>
      </w:docPartPr>
      <w:docPartBody>
        <w:p w:rsidR="00000000" w:rsidRDefault="00344A3E">
          <w:pPr>
            <w:pStyle w:val="D93C43CA10CF46C8B6C32D1E7E6DEB49"/>
          </w:pPr>
          <w:r>
            <w:rPr>
              <w:rStyle w:val="Style2"/>
              <w:bCs/>
            </w:rPr>
            <w:t>Entrez Association</w:t>
          </w:r>
        </w:p>
      </w:docPartBody>
    </w:docPart>
    <w:docPart>
      <w:docPartPr>
        <w:name w:val="3635CD39A99647C983EDFEAAB00753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BD2C59-BB77-4A93-9389-95C14D121881}"/>
      </w:docPartPr>
      <w:docPartBody>
        <w:p w:rsidR="00000000" w:rsidRDefault="00344A3E">
          <w:pPr>
            <w:pStyle w:val="3635CD39A99647C983EDFEAAB00753CC"/>
          </w:pPr>
          <w:r w:rsidRPr="00B551B7">
            <w:rPr>
              <w:rStyle w:val="Style2"/>
              <w:bCs/>
            </w:rPr>
            <w:t xml:space="preserve">Entrez </w:t>
          </w:r>
          <w:r w:rsidRPr="00B551B7">
            <w:rPr>
              <w:rStyle w:val="Style2"/>
              <w:bCs/>
            </w:rPr>
            <w:t>courriel</w:t>
          </w:r>
        </w:p>
      </w:docPartBody>
    </w:docPart>
    <w:docPart>
      <w:docPartPr>
        <w:name w:val="71E83B4CF10D40F48D0C4EC6219682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EF685E-5D33-4CDD-84ED-0DA85BA0D596}"/>
      </w:docPartPr>
      <w:docPartBody>
        <w:p w:rsidR="00000000" w:rsidRDefault="00344A3E">
          <w:pPr>
            <w:pStyle w:val="71E83B4CF10D40F48D0C4EC6219682D4"/>
          </w:pPr>
          <w:r w:rsidRPr="00B551B7">
            <w:rPr>
              <w:rStyle w:val="Style2"/>
              <w:bCs/>
            </w:rPr>
            <w:t>Entrez téléphone</w:t>
          </w:r>
        </w:p>
      </w:docPartBody>
    </w:docPart>
    <w:docPart>
      <w:docPartPr>
        <w:name w:val="A7D46D03ADBD4210B1D42495031631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AE82DE-E292-42E8-909C-1E9864291429}"/>
      </w:docPartPr>
      <w:docPartBody>
        <w:p w:rsidR="00000000" w:rsidRDefault="00344A3E">
          <w:pPr>
            <w:pStyle w:val="A7D46D03ADBD4210B1D42495031631D9"/>
          </w:pPr>
          <w:r w:rsidRPr="00B551B7">
            <w:rPr>
              <w:rStyle w:val="Style2"/>
              <w:bCs/>
            </w:rPr>
            <w:t>Entrez NOM</w:t>
          </w:r>
        </w:p>
      </w:docPartBody>
    </w:docPart>
    <w:docPart>
      <w:docPartPr>
        <w:name w:val="BC802A28EE374339BFF7A325B13E0D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4BB9F2-F862-4CD6-9482-3B74297E7A82}"/>
      </w:docPartPr>
      <w:docPartBody>
        <w:p w:rsidR="00000000" w:rsidRDefault="00344A3E">
          <w:pPr>
            <w:pStyle w:val="BC802A28EE374339BFF7A325B13E0D73"/>
          </w:pPr>
          <w:r w:rsidRPr="00B551B7">
            <w:rPr>
              <w:rStyle w:val="Style2"/>
              <w:bCs/>
            </w:rPr>
            <w:t>Entrez Prénom</w:t>
          </w:r>
        </w:p>
      </w:docPartBody>
    </w:docPart>
    <w:docPart>
      <w:docPartPr>
        <w:name w:val="B849B32BBDBA4356BEB933D0A80EDA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03C720-31D8-4B40-AECE-5242205CD976}"/>
      </w:docPartPr>
      <w:docPartBody>
        <w:p w:rsidR="00000000" w:rsidRDefault="00344A3E">
          <w:pPr>
            <w:pStyle w:val="B849B32BBDBA4356BEB933D0A80EDA02"/>
          </w:pPr>
          <w:r>
            <w:rPr>
              <w:rStyle w:val="Style2"/>
              <w:bCs/>
            </w:rPr>
            <w:t>Entrez Association</w:t>
          </w:r>
        </w:p>
      </w:docPartBody>
    </w:docPart>
    <w:docPart>
      <w:docPartPr>
        <w:name w:val="14B3C37B14E9423DA303998232BD41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4517CF-52B4-471E-9A1F-5E6C41D82FDD}"/>
      </w:docPartPr>
      <w:docPartBody>
        <w:p w:rsidR="00000000" w:rsidRDefault="00344A3E">
          <w:pPr>
            <w:pStyle w:val="14B3C37B14E9423DA303998232BD411D"/>
          </w:pPr>
          <w:r w:rsidRPr="00B551B7">
            <w:rPr>
              <w:rStyle w:val="Style2"/>
              <w:bCs/>
            </w:rPr>
            <w:t>Entrez courriel</w:t>
          </w:r>
        </w:p>
      </w:docPartBody>
    </w:docPart>
    <w:docPart>
      <w:docPartPr>
        <w:name w:val="BF49266171D14058ADC26A308E5D46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2D212A-BAA6-48DB-91EF-FA430750D2CF}"/>
      </w:docPartPr>
      <w:docPartBody>
        <w:p w:rsidR="00000000" w:rsidRDefault="00344A3E">
          <w:pPr>
            <w:pStyle w:val="BF49266171D14058ADC26A308E5D4609"/>
          </w:pPr>
          <w:r w:rsidRPr="00B551B7">
            <w:rPr>
              <w:rStyle w:val="Style2"/>
              <w:bCs/>
            </w:rPr>
            <w:t>Entrez téléphone</w:t>
          </w:r>
        </w:p>
      </w:docPartBody>
    </w:docPart>
    <w:docPart>
      <w:docPartPr>
        <w:name w:val="4ABDEB765D084F22867D4F0074375A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1A7E33-AE57-4488-BF03-69740F51591B}"/>
      </w:docPartPr>
      <w:docPartBody>
        <w:p w:rsidR="00000000" w:rsidRDefault="00344A3E">
          <w:pPr>
            <w:pStyle w:val="4ABDEB765D084F22867D4F0074375A21"/>
          </w:pPr>
          <w:r w:rsidRPr="00B551B7">
            <w:rPr>
              <w:rStyle w:val="Style2"/>
              <w:bCs/>
            </w:rPr>
            <w:t>Entrez NOM</w:t>
          </w:r>
        </w:p>
      </w:docPartBody>
    </w:docPart>
    <w:docPart>
      <w:docPartPr>
        <w:name w:val="D2CEF8A1FEDC4DE8B17908075A6B3A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19A723-7930-477A-A88F-C8A25CF6361F}"/>
      </w:docPartPr>
      <w:docPartBody>
        <w:p w:rsidR="00000000" w:rsidRDefault="00344A3E">
          <w:pPr>
            <w:pStyle w:val="D2CEF8A1FEDC4DE8B17908075A6B3AC2"/>
          </w:pPr>
          <w:r w:rsidRPr="00B551B7">
            <w:rPr>
              <w:rStyle w:val="Style2"/>
              <w:bCs/>
            </w:rPr>
            <w:t>Entrez Prénom</w:t>
          </w:r>
        </w:p>
      </w:docPartBody>
    </w:docPart>
    <w:docPart>
      <w:docPartPr>
        <w:name w:val="5B5076F8663E4759B29621B3BA0E70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E9FBE8-C8E0-4050-BA17-DA3819968F95}"/>
      </w:docPartPr>
      <w:docPartBody>
        <w:p w:rsidR="00000000" w:rsidRDefault="00344A3E">
          <w:pPr>
            <w:pStyle w:val="5B5076F8663E4759B29621B3BA0E70BA"/>
          </w:pPr>
          <w:r>
            <w:rPr>
              <w:rStyle w:val="Style2"/>
              <w:bCs/>
            </w:rPr>
            <w:t>Entrez Association</w:t>
          </w:r>
        </w:p>
      </w:docPartBody>
    </w:docPart>
    <w:docPart>
      <w:docPartPr>
        <w:name w:val="5316F2EEC1D24441A10E387F81F5E5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5E9649-AF70-471D-95EA-9967F323B6D7}"/>
      </w:docPartPr>
      <w:docPartBody>
        <w:p w:rsidR="00000000" w:rsidRDefault="00344A3E">
          <w:pPr>
            <w:pStyle w:val="5316F2EEC1D24441A10E387F81F5E5EE"/>
          </w:pPr>
          <w:r w:rsidRPr="00B551B7">
            <w:rPr>
              <w:rStyle w:val="Style2"/>
              <w:bCs/>
            </w:rPr>
            <w:t>Entrez courriel</w:t>
          </w:r>
        </w:p>
      </w:docPartBody>
    </w:docPart>
    <w:docPart>
      <w:docPartPr>
        <w:name w:val="14846F20F58C4D61A0C38198F9B03D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535527-2D69-46B8-BBFC-306411ED3349}"/>
      </w:docPartPr>
      <w:docPartBody>
        <w:p w:rsidR="00000000" w:rsidRDefault="00344A3E">
          <w:pPr>
            <w:pStyle w:val="14846F20F58C4D61A0C38198F9B03D5F"/>
          </w:pPr>
          <w:r w:rsidRPr="00B551B7">
            <w:rPr>
              <w:rStyle w:val="Style2"/>
              <w:bCs/>
            </w:rPr>
            <w:t>Entrez téléphone</w:t>
          </w:r>
        </w:p>
      </w:docPartBody>
    </w:docPart>
    <w:docPart>
      <w:docPartPr>
        <w:name w:val="0B3FE5A89B21464E827EDC1E1FE7A6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303613-557B-4B28-84F2-518787A2C36C}"/>
      </w:docPartPr>
      <w:docPartBody>
        <w:p w:rsidR="00000000" w:rsidRDefault="00344A3E">
          <w:pPr>
            <w:pStyle w:val="0B3FE5A89B21464E827EDC1E1FE7A695"/>
          </w:pPr>
          <w:r w:rsidRPr="00B551B7">
            <w:rPr>
              <w:rStyle w:val="Style2"/>
              <w:bCs/>
            </w:rPr>
            <w:t>Entrez NOM</w:t>
          </w:r>
        </w:p>
      </w:docPartBody>
    </w:docPart>
    <w:docPart>
      <w:docPartPr>
        <w:name w:val="1D38CE6A3C7C404482830FF5837C48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E90598-ABEA-4938-BC8A-F5078AE77FF2}"/>
      </w:docPartPr>
      <w:docPartBody>
        <w:p w:rsidR="00000000" w:rsidRDefault="00344A3E">
          <w:pPr>
            <w:pStyle w:val="1D38CE6A3C7C404482830FF5837C480C"/>
          </w:pPr>
          <w:r w:rsidRPr="00B551B7">
            <w:rPr>
              <w:rStyle w:val="Style2"/>
              <w:bCs/>
            </w:rPr>
            <w:t>Entrez Prénom</w:t>
          </w:r>
        </w:p>
      </w:docPartBody>
    </w:docPart>
    <w:docPart>
      <w:docPartPr>
        <w:name w:val="360F8BCC23D14A53B23623E156EAFC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5AF19B-0BDA-4252-8041-E22E4B23F57B}"/>
      </w:docPartPr>
      <w:docPartBody>
        <w:p w:rsidR="00000000" w:rsidRDefault="00344A3E">
          <w:pPr>
            <w:pStyle w:val="360F8BCC23D14A53B23623E156EAFC86"/>
          </w:pPr>
          <w:r>
            <w:rPr>
              <w:rStyle w:val="Style2"/>
              <w:bCs/>
            </w:rPr>
            <w:t>Entrez Association</w:t>
          </w:r>
        </w:p>
      </w:docPartBody>
    </w:docPart>
    <w:docPart>
      <w:docPartPr>
        <w:name w:val="47505620CEBD42E4A6AC29F4E6A56D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87D91F-C43E-4D98-9849-930189F69D77}"/>
      </w:docPartPr>
      <w:docPartBody>
        <w:p w:rsidR="00000000" w:rsidRDefault="00344A3E">
          <w:pPr>
            <w:pStyle w:val="47505620CEBD42E4A6AC29F4E6A56D4F"/>
          </w:pPr>
          <w:r w:rsidRPr="00B551B7">
            <w:rPr>
              <w:rStyle w:val="Style2"/>
              <w:bCs/>
            </w:rPr>
            <w:t>Entrez courriel</w:t>
          </w:r>
        </w:p>
      </w:docPartBody>
    </w:docPart>
    <w:docPart>
      <w:docPartPr>
        <w:name w:val="323D44FAA5ED45C38E455D72464C96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DD89FF-BD46-433F-9B4F-C98ACA7A6B39}"/>
      </w:docPartPr>
      <w:docPartBody>
        <w:p w:rsidR="00000000" w:rsidRDefault="00344A3E">
          <w:pPr>
            <w:pStyle w:val="323D44FAA5ED45C38E455D72464C961F"/>
          </w:pPr>
          <w:r w:rsidRPr="00B551B7">
            <w:rPr>
              <w:rStyle w:val="Style2"/>
              <w:bCs/>
            </w:rPr>
            <w:t xml:space="preserve">Entrez </w:t>
          </w:r>
          <w:r w:rsidRPr="00B551B7">
            <w:rPr>
              <w:rStyle w:val="Style2"/>
              <w:bCs/>
            </w:rPr>
            <w:t>téléphone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old">
    <w:panose1 w:val="020B07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A3E"/>
    <w:rsid w:val="00344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DBCCEA8510004BE1BFE138FC7934CE4C">
    <w:name w:val="DBCCEA8510004BE1BFE138FC7934CE4C"/>
  </w:style>
  <w:style w:type="paragraph" w:customStyle="1" w:styleId="5126211F82C94EF0944C3879CD83BDE5">
    <w:name w:val="5126211F82C94EF0944C3879CD83BDE5"/>
  </w:style>
  <w:style w:type="character" w:customStyle="1" w:styleId="Style2">
    <w:name w:val="Style2"/>
    <w:basedOn w:val="DefaultParagraphFont"/>
    <w:uiPriority w:val="1"/>
    <w:rPr>
      <w:rFonts w:ascii="Calibri" w:hAnsi="Calibri"/>
      <w:b/>
      <w:color w:val="002060"/>
      <w:sz w:val="22"/>
    </w:rPr>
  </w:style>
  <w:style w:type="paragraph" w:customStyle="1" w:styleId="CB17A21B58424A74AAA57DE88DC35D8D">
    <w:name w:val="CB17A21B58424A74AAA57DE88DC35D8D"/>
  </w:style>
  <w:style w:type="paragraph" w:customStyle="1" w:styleId="A03314A41188435381EF05C688D5E8A9">
    <w:name w:val="A03314A41188435381EF05C688D5E8A9"/>
  </w:style>
  <w:style w:type="character" w:customStyle="1" w:styleId="Style5">
    <w:name w:val="Style5"/>
    <w:basedOn w:val="DefaultParagraphFont"/>
    <w:uiPriority w:val="1"/>
    <w:rPr>
      <w:rFonts w:ascii="Calibri" w:hAnsi="Calibri"/>
      <w:color w:val="002060"/>
      <w:sz w:val="22"/>
    </w:rPr>
  </w:style>
  <w:style w:type="paragraph" w:customStyle="1" w:styleId="7A842FE857C74F1CB46FF961A15B2B76">
    <w:name w:val="7A842FE857C74F1CB46FF961A15B2B76"/>
  </w:style>
  <w:style w:type="paragraph" w:customStyle="1" w:styleId="52A9F22308C94247AC08CF0D78D518B3">
    <w:name w:val="52A9F22308C94247AC08CF0D78D518B3"/>
  </w:style>
  <w:style w:type="paragraph" w:customStyle="1" w:styleId="8831315BFA5F48409723F06C59BBDDC2">
    <w:name w:val="8831315BFA5F48409723F06C59BBDDC2"/>
  </w:style>
  <w:style w:type="paragraph" w:customStyle="1" w:styleId="F3C3E9AB7218465B97AEA96E84D692B9">
    <w:name w:val="F3C3E9AB7218465B97AEA96E84D692B9"/>
  </w:style>
  <w:style w:type="paragraph" w:customStyle="1" w:styleId="1A24E462314D469CAC7FE990E8310782">
    <w:name w:val="1A24E462314D469CAC7FE990E8310782"/>
  </w:style>
  <w:style w:type="paragraph" w:customStyle="1" w:styleId="A08B77B9C7934402B3BBEBDDC9D62DF9">
    <w:name w:val="A08B77B9C7934402B3BBEBDDC9D62DF9"/>
  </w:style>
  <w:style w:type="paragraph" w:customStyle="1" w:styleId="62459EF31B164680856C35EB38541B16">
    <w:name w:val="62459EF31B164680856C35EB38541B16"/>
  </w:style>
  <w:style w:type="paragraph" w:customStyle="1" w:styleId="3579CD8BEE9748C0B779369D54966B43">
    <w:name w:val="3579CD8BEE9748C0B779369D54966B43"/>
  </w:style>
  <w:style w:type="paragraph" w:customStyle="1" w:styleId="8D50B8ADCC9C4329AA81B33AB5F3D66D">
    <w:name w:val="8D50B8ADCC9C4329AA81B33AB5F3D66D"/>
  </w:style>
  <w:style w:type="paragraph" w:customStyle="1" w:styleId="006CC8FB27B64395935818A0099BC65F">
    <w:name w:val="006CC8FB27B64395935818A0099BC65F"/>
  </w:style>
  <w:style w:type="paragraph" w:customStyle="1" w:styleId="0E0443DB573642F8BA1D93058F87D291">
    <w:name w:val="0E0443DB573642F8BA1D93058F87D291"/>
  </w:style>
  <w:style w:type="paragraph" w:customStyle="1" w:styleId="76DB274815FD45DC91903719A7747BA0">
    <w:name w:val="76DB274815FD45DC91903719A7747BA0"/>
  </w:style>
  <w:style w:type="paragraph" w:customStyle="1" w:styleId="D93C43CA10CF46C8B6C32D1E7E6DEB49">
    <w:name w:val="D93C43CA10CF46C8B6C32D1E7E6DEB49"/>
  </w:style>
  <w:style w:type="paragraph" w:customStyle="1" w:styleId="3635CD39A99647C983EDFEAAB00753CC">
    <w:name w:val="3635CD39A99647C983EDFEAAB00753CC"/>
  </w:style>
  <w:style w:type="paragraph" w:customStyle="1" w:styleId="71E83B4CF10D40F48D0C4EC6219682D4">
    <w:name w:val="71E83B4CF10D40F48D0C4EC6219682D4"/>
  </w:style>
  <w:style w:type="paragraph" w:customStyle="1" w:styleId="A7D46D03ADBD4210B1D42495031631D9">
    <w:name w:val="A7D46D03ADBD4210B1D42495031631D9"/>
  </w:style>
  <w:style w:type="paragraph" w:customStyle="1" w:styleId="BC802A28EE374339BFF7A325B13E0D73">
    <w:name w:val="BC802A28EE374339BFF7A325B13E0D73"/>
  </w:style>
  <w:style w:type="paragraph" w:customStyle="1" w:styleId="B849B32BBDBA4356BEB933D0A80EDA02">
    <w:name w:val="B849B32BBDBA4356BEB933D0A80EDA02"/>
  </w:style>
  <w:style w:type="paragraph" w:customStyle="1" w:styleId="14B3C37B14E9423DA303998232BD411D">
    <w:name w:val="14B3C37B14E9423DA303998232BD411D"/>
  </w:style>
  <w:style w:type="paragraph" w:customStyle="1" w:styleId="BF49266171D14058ADC26A308E5D4609">
    <w:name w:val="BF49266171D14058ADC26A308E5D4609"/>
  </w:style>
  <w:style w:type="paragraph" w:customStyle="1" w:styleId="4ABDEB765D084F22867D4F0074375A21">
    <w:name w:val="4ABDEB765D084F22867D4F0074375A21"/>
  </w:style>
  <w:style w:type="paragraph" w:customStyle="1" w:styleId="D2CEF8A1FEDC4DE8B17908075A6B3AC2">
    <w:name w:val="D2CEF8A1FEDC4DE8B17908075A6B3AC2"/>
  </w:style>
  <w:style w:type="paragraph" w:customStyle="1" w:styleId="5B5076F8663E4759B29621B3BA0E70BA">
    <w:name w:val="5B5076F8663E4759B29621B3BA0E70BA"/>
  </w:style>
  <w:style w:type="paragraph" w:customStyle="1" w:styleId="5316F2EEC1D24441A10E387F81F5E5EE">
    <w:name w:val="5316F2EEC1D24441A10E387F81F5E5EE"/>
  </w:style>
  <w:style w:type="paragraph" w:customStyle="1" w:styleId="14846F20F58C4D61A0C38198F9B03D5F">
    <w:name w:val="14846F20F58C4D61A0C38198F9B03D5F"/>
  </w:style>
  <w:style w:type="paragraph" w:customStyle="1" w:styleId="0B3FE5A89B21464E827EDC1E1FE7A695">
    <w:name w:val="0B3FE5A89B21464E827EDC1E1FE7A695"/>
  </w:style>
  <w:style w:type="paragraph" w:customStyle="1" w:styleId="1D38CE6A3C7C404482830FF5837C480C">
    <w:name w:val="1D38CE6A3C7C404482830FF5837C480C"/>
  </w:style>
  <w:style w:type="paragraph" w:customStyle="1" w:styleId="360F8BCC23D14A53B23623E156EAFC86">
    <w:name w:val="360F8BCC23D14A53B23623E156EAFC86"/>
  </w:style>
  <w:style w:type="paragraph" w:customStyle="1" w:styleId="47505620CEBD42E4A6AC29F4E6A56D4F">
    <w:name w:val="47505620CEBD42E4A6AC29F4E6A56D4F"/>
  </w:style>
  <w:style w:type="paragraph" w:customStyle="1" w:styleId="323D44FAA5ED45C38E455D72464C961F">
    <w:name w:val="323D44FAA5ED45C38E455D72464C96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7916"/>
          </a:lnSpc>
          <a:spcBef>
            <a:spcPts val="60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58C3D-F44E-4EED-AF47-F10B72582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ModèleCRConseilClasse</Template>
  <TotalTime>1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JT International</Company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</dc:creator>
  <cp:lastModifiedBy>TT</cp:lastModifiedBy>
  <cp:revision>1</cp:revision>
  <cp:lastPrinted>2017-11-09T10:19:00Z</cp:lastPrinted>
  <dcterms:created xsi:type="dcterms:W3CDTF">2020-11-26T08:00:00Z</dcterms:created>
  <dcterms:modified xsi:type="dcterms:W3CDTF">2020-11-26T08:01:00Z</dcterms:modified>
</cp:coreProperties>
</file>